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6A9" w:rsidRPr="00582349" w:rsidRDefault="005316A9" w:rsidP="0058234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82349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1</w:t>
      </w:r>
    </w:p>
    <w:p w:rsidR="005316A9" w:rsidRDefault="005316A9" w:rsidP="0058234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82349">
        <w:rPr>
          <w:rFonts w:ascii="Times New Roman" w:hAnsi="Times New Roman"/>
          <w:sz w:val="20"/>
          <w:szCs w:val="20"/>
        </w:rPr>
        <w:t xml:space="preserve">к решению </w:t>
      </w:r>
    </w:p>
    <w:p w:rsidR="005316A9" w:rsidRPr="00582349" w:rsidRDefault="005316A9" w:rsidP="0058234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82349">
        <w:rPr>
          <w:rFonts w:ascii="Times New Roman" w:hAnsi="Times New Roman"/>
          <w:sz w:val="20"/>
          <w:szCs w:val="20"/>
        </w:rPr>
        <w:t xml:space="preserve">Совета </w:t>
      </w:r>
      <w:r>
        <w:rPr>
          <w:rFonts w:ascii="Times New Roman" w:hAnsi="Times New Roman"/>
          <w:sz w:val="20"/>
          <w:szCs w:val="20"/>
        </w:rPr>
        <w:t xml:space="preserve">депутатов </w:t>
      </w:r>
      <w:r w:rsidRPr="00582349">
        <w:rPr>
          <w:rFonts w:ascii="Times New Roman" w:hAnsi="Times New Roman"/>
          <w:sz w:val="20"/>
          <w:szCs w:val="20"/>
        </w:rPr>
        <w:t>Ловозерского района</w:t>
      </w:r>
    </w:p>
    <w:p w:rsidR="005316A9" w:rsidRPr="00185318" w:rsidRDefault="005316A9" w:rsidP="0058234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 w:rsidRPr="00582349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27 июня.</w:t>
      </w:r>
      <w:r w:rsidRPr="00582349">
        <w:rPr>
          <w:rFonts w:ascii="Times New Roman" w:hAnsi="Times New Roman"/>
          <w:sz w:val="20"/>
          <w:szCs w:val="20"/>
        </w:rPr>
        <w:t>201</w:t>
      </w:r>
      <w:r>
        <w:rPr>
          <w:rFonts w:ascii="Times New Roman" w:hAnsi="Times New Roman"/>
          <w:sz w:val="20"/>
          <w:szCs w:val="20"/>
        </w:rPr>
        <w:t>9</w:t>
      </w:r>
      <w:r w:rsidRPr="00582349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 xml:space="preserve"> 122</w:t>
      </w:r>
    </w:p>
    <w:p w:rsidR="005316A9" w:rsidRDefault="005316A9" w:rsidP="008357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</w:t>
      </w:r>
    </w:p>
    <w:p w:rsidR="005316A9" w:rsidRDefault="005316A9" w:rsidP="008357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6A9" w:rsidRDefault="005316A9" w:rsidP="00D179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имущества, предлагаемого к передаче из государственной собственности  Мурманской области </w:t>
      </w:r>
    </w:p>
    <w:p w:rsidR="005316A9" w:rsidRDefault="005316A9" w:rsidP="00D179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собственность муниципального образования Ловозерский район</w:t>
      </w:r>
    </w:p>
    <w:p w:rsidR="005316A9" w:rsidRPr="001B32DB" w:rsidRDefault="005316A9" w:rsidP="00D179D7">
      <w:pPr>
        <w:spacing w:line="240" w:lineRule="auto"/>
        <w:jc w:val="center"/>
      </w:pPr>
    </w:p>
    <w:tbl>
      <w:tblPr>
        <w:tblpPr w:leftFromText="180" w:rightFromText="180" w:vertAnchor="text" w:tblpY="1"/>
        <w:tblOverlap w:val="never"/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2193"/>
        <w:gridCol w:w="3240"/>
        <w:gridCol w:w="1654"/>
        <w:gridCol w:w="709"/>
        <w:gridCol w:w="1701"/>
        <w:gridCol w:w="1984"/>
        <w:gridCol w:w="1418"/>
      </w:tblGrid>
      <w:tr w:rsidR="005316A9" w:rsidRPr="00225403" w:rsidTr="00FF1073">
        <w:trPr>
          <w:trHeight w:val="1250"/>
        </w:trPr>
        <w:tc>
          <w:tcPr>
            <w:tcW w:w="2269" w:type="dxa"/>
          </w:tcPr>
          <w:p w:rsidR="005316A9" w:rsidRPr="00225403" w:rsidRDefault="005316A9" w:rsidP="00521D46">
            <w:pPr>
              <w:rPr>
                <w:rFonts w:ascii="Times New Roman" w:hAnsi="Times New Roman"/>
                <w:sz w:val="24"/>
                <w:szCs w:val="24"/>
              </w:rPr>
            </w:pPr>
            <w:r w:rsidRPr="00225403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5403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193" w:type="dxa"/>
          </w:tcPr>
          <w:p w:rsidR="005316A9" w:rsidRPr="00225403" w:rsidRDefault="005316A9" w:rsidP="00521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403">
              <w:rPr>
                <w:rFonts w:ascii="Times New Roman" w:hAnsi="Times New Roman"/>
                <w:sz w:val="24"/>
                <w:szCs w:val="24"/>
              </w:rPr>
              <w:t>Адрес местонахождения организации, ИНН организации</w:t>
            </w:r>
          </w:p>
        </w:tc>
        <w:tc>
          <w:tcPr>
            <w:tcW w:w="3240" w:type="dxa"/>
          </w:tcPr>
          <w:p w:rsidR="005316A9" w:rsidRDefault="005316A9" w:rsidP="00521D46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5316A9" w:rsidRDefault="005316A9" w:rsidP="00521D46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654" w:type="dxa"/>
          </w:tcPr>
          <w:p w:rsidR="005316A9" w:rsidRPr="00225403" w:rsidRDefault="005316A9" w:rsidP="00521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403">
              <w:rPr>
                <w:rFonts w:ascii="Times New Roman" w:hAnsi="Times New Roman"/>
                <w:sz w:val="24"/>
                <w:szCs w:val="24"/>
              </w:rPr>
              <w:t>Адрес место нахождения</w:t>
            </w:r>
          </w:p>
          <w:p w:rsidR="005316A9" w:rsidRPr="00225403" w:rsidRDefault="005316A9" w:rsidP="00521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403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5812" w:type="dxa"/>
            <w:gridSpan w:val="4"/>
          </w:tcPr>
          <w:p w:rsidR="005316A9" w:rsidRPr="00225403" w:rsidRDefault="005316A9" w:rsidP="002825AD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403">
              <w:rPr>
                <w:rFonts w:ascii="Times New Roman" w:hAnsi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5316A9" w:rsidRPr="00FF1073" w:rsidTr="00847AF5">
        <w:trPr>
          <w:trHeight w:val="2509"/>
        </w:trPr>
        <w:tc>
          <w:tcPr>
            <w:tcW w:w="2269" w:type="dxa"/>
          </w:tcPr>
          <w:p w:rsidR="005316A9" w:rsidRPr="00FF1073" w:rsidRDefault="005316A9" w:rsidP="00521D46">
            <w:pPr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 xml:space="preserve">Государственное автономное учреждение дополнительного образования Мурманской области «Институт развития образования» </w:t>
            </w:r>
          </w:p>
        </w:tc>
        <w:tc>
          <w:tcPr>
            <w:tcW w:w="2193" w:type="dxa"/>
          </w:tcPr>
          <w:p w:rsidR="005316A9" w:rsidRPr="00FF1073" w:rsidRDefault="005316A9" w:rsidP="00521D46">
            <w:pPr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183035</w:t>
            </w:r>
          </w:p>
          <w:p w:rsidR="005316A9" w:rsidRPr="00FF1073" w:rsidRDefault="005316A9" w:rsidP="00521D46">
            <w:pPr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г. Мурманск,        ул. Инженерная,</w:t>
            </w:r>
          </w:p>
          <w:p w:rsidR="005316A9" w:rsidRPr="00FF1073" w:rsidRDefault="005316A9" w:rsidP="00521D46">
            <w:pPr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д.2а</w:t>
            </w:r>
          </w:p>
          <w:p w:rsidR="005316A9" w:rsidRPr="00FF1073" w:rsidRDefault="005316A9" w:rsidP="00521D46">
            <w:pPr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 xml:space="preserve">ИНН 5191501759 </w:t>
            </w:r>
          </w:p>
        </w:tc>
        <w:tc>
          <w:tcPr>
            <w:tcW w:w="3240" w:type="dxa"/>
          </w:tcPr>
          <w:p w:rsidR="005316A9" w:rsidRPr="00FF1073" w:rsidRDefault="005316A9" w:rsidP="00521D46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Движимое имущество: </w:t>
            </w:r>
          </w:p>
        </w:tc>
        <w:tc>
          <w:tcPr>
            <w:tcW w:w="1654" w:type="dxa"/>
          </w:tcPr>
          <w:p w:rsidR="005316A9" w:rsidRPr="00FF1073" w:rsidRDefault="005316A9" w:rsidP="00521D46">
            <w:pPr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183035</w:t>
            </w:r>
          </w:p>
          <w:p w:rsidR="005316A9" w:rsidRPr="00FF1073" w:rsidRDefault="005316A9" w:rsidP="00521D46">
            <w:pPr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г. Мурманск,        ул. Инженерная</w:t>
            </w:r>
          </w:p>
          <w:p w:rsidR="005316A9" w:rsidRPr="00FF1073" w:rsidRDefault="005316A9" w:rsidP="00521D46">
            <w:pPr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д.2а</w:t>
            </w:r>
          </w:p>
          <w:p w:rsidR="005316A9" w:rsidRPr="00FF1073" w:rsidRDefault="005316A9" w:rsidP="00521D4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316A9" w:rsidRPr="00FF1073" w:rsidRDefault="005316A9" w:rsidP="00521D46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Кол-во   шт.</w:t>
            </w:r>
          </w:p>
        </w:tc>
        <w:tc>
          <w:tcPr>
            <w:tcW w:w="1701" w:type="dxa"/>
          </w:tcPr>
          <w:p w:rsidR="005316A9" w:rsidRPr="00FF1073" w:rsidRDefault="005316A9" w:rsidP="00521D46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Инвентарный номер</w:t>
            </w:r>
          </w:p>
          <w:p w:rsidR="005316A9" w:rsidRPr="00FF1073" w:rsidRDefault="005316A9" w:rsidP="00521D46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316A9" w:rsidRPr="00FF1073" w:rsidRDefault="005316A9" w:rsidP="00521D46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316A9" w:rsidRPr="00FF1073" w:rsidRDefault="005316A9" w:rsidP="00966414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 xml:space="preserve">Первоначальная (восстановительная) стоимость, руб. </w:t>
            </w:r>
          </w:p>
        </w:tc>
        <w:tc>
          <w:tcPr>
            <w:tcW w:w="1418" w:type="dxa"/>
          </w:tcPr>
          <w:p w:rsidR="005316A9" w:rsidRPr="00FF1073" w:rsidRDefault="005316A9" w:rsidP="00966414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 xml:space="preserve">Остаточная  стоимость по состоянию на 01.12.18г., руб. </w:t>
            </w:r>
          </w:p>
        </w:tc>
      </w:tr>
      <w:tr w:rsidR="005316A9" w:rsidRPr="00FF1073" w:rsidTr="00FF1073">
        <w:trPr>
          <w:trHeight w:val="270"/>
        </w:trPr>
        <w:tc>
          <w:tcPr>
            <w:tcW w:w="2269" w:type="dxa"/>
          </w:tcPr>
          <w:p w:rsidR="005316A9" w:rsidRPr="00FF1073" w:rsidRDefault="005316A9" w:rsidP="0007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3" w:type="dxa"/>
          </w:tcPr>
          <w:p w:rsidR="005316A9" w:rsidRPr="00FF1073" w:rsidRDefault="005316A9" w:rsidP="0007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:rsidR="005316A9" w:rsidRPr="00FF1073" w:rsidRDefault="005316A9" w:rsidP="00EB2D71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Сканер 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Panasonic KV –S1028Y-U</w:t>
            </w:r>
          </w:p>
        </w:tc>
        <w:tc>
          <w:tcPr>
            <w:tcW w:w="1654" w:type="dxa"/>
          </w:tcPr>
          <w:p w:rsidR="005316A9" w:rsidRPr="00FF1073" w:rsidRDefault="005316A9" w:rsidP="00074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316A9" w:rsidRPr="00FF1073" w:rsidRDefault="005316A9" w:rsidP="000743EA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5316A9" w:rsidRPr="00FF1073" w:rsidRDefault="005316A9" w:rsidP="000743EA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F1073">
              <w:rPr>
                <w:rFonts w:ascii="Times New Roman" w:hAnsi="Times New Roman"/>
                <w:lang w:val="en-US"/>
              </w:rPr>
              <w:t>10102653</w:t>
            </w:r>
          </w:p>
        </w:tc>
        <w:tc>
          <w:tcPr>
            <w:tcW w:w="1984" w:type="dxa"/>
          </w:tcPr>
          <w:p w:rsidR="005316A9" w:rsidRPr="00FF1073" w:rsidRDefault="005316A9" w:rsidP="00455C92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2</w:t>
            </w:r>
            <w:r w:rsidRPr="00FF1073">
              <w:rPr>
                <w:rFonts w:ascii="Times New Roman" w:hAnsi="Times New Roman"/>
                <w:lang w:val="en-US"/>
              </w:rPr>
              <w:t>2</w:t>
            </w:r>
            <w:r w:rsidRPr="00FF1073">
              <w:rPr>
                <w:rFonts w:ascii="Times New Roman" w:hAnsi="Times New Roman"/>
              </w:rPr>
              <w:t> </w:t>
            </w:r>
            <w:r w:rsidRPr="00FF1073">
              <w:rPr>
                <w:rFonts w:ascii="Times New Roman" w:hAnsi="Times New Roman"/>
                <w:lang w:val="en-US"/>
              </w:rPr>
              <w:t>5</w:t>
            </w:r>
            <w:r w:rsidRPr="00FF1073">
              <w:rPr>
                <w:rFonts w:ascii="Times New Roman" w:hAnsi="Times New Roman"/>
              </w:rPr>
              <w:t>00,00</w:t>
            </w:r>
          </w:p>
        </w:tc>
        <w:tc>
          <w:tcPr>
            <w:tcW w:w="1418" w:type="dxa"/>
          </w:tcPr>
          <w:p w:rsidR="005316A9" w:rsidRPr="00FF1073" w:rsidRDefault="005316A9" w:rsidP="000743EA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F1073">
              <w:rPr>
                <w:rFonts w:ascii="Times New Roman" w:hAnsi="Times New Roman"/>
                <w:lang w:val="en-US"/>
              </w:rPr>
              <w:t>22 500.00</w:t>
            </w:r>
          </w:p>
        </w:tc>
      </w:tr>
      <w:tr w:rsidR="005316A9" w:rsidRPr="00FF1073" w:rsidTr="00FF1073">
        <w:trPr>
          <w:trHeight w:val="270"/>
        </w:trPr>
        <w:tc>
          <w:tcPr>
            <w:tcW w:w="2269" w:type="dxa"/>
          </w:tcPr>
          <w:p w:rsidR="005316A9" w:rsidRPr="00FF1073" w:rsidRDefault="005316A9" w:rsidP="004550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3" w:type="dxa"/>
          </w:tcPr>
          <w:p w:rsidR="005316A9" w:rsidRPr="00FF1073" w:rsidRDefault="005316A9" w:rsidP="004550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:rsidR="005316A9" w:rsidRPr="00FF1073" w:rsidRDefault="005316A9" w:rsidP="00CB4BA1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Видеокамера 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Hik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Vision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С- 2С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2345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FB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c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картой памяти </w:t>
            </w:r>
            <w:r w:rsidRPr="00FF1073">
              <w:rPr>
                <w:sz w:val="22"/>
                <w:szCs w:val="22"/>
              </w:rPr>
              <w:t xml:space="preserve"> 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Hik Vision 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Micro</w:t>
            </w:r>
          </w:p>
        </w:tc>
        <w:tc>
          <w:tcPr>
            <w:tcW w:w="1654" w:type="dxa"/>
          </w:tcPr>
          <w:p w:rsidR="005316A9" w:rsidRPr="00FF1073" w:rsidRDefault="005316A9" w:rsidP="00763D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316A9" w:rsidRPr="00FF1073" w:rsidRDefault="005316A9" w:rsidP="006C395F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</w:tcPr>
          <w:p w:rsidR="005316A9" w:rsidRPr="00FF1073" w:rsidRDefault="005316A9" w:rsidP="0045504B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316A9" w:rsidRPr="00FF1073" w:rsidRDefault="005316A9" w:rsidP="0045504B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127 338,00</w:t>
            </w:r>
          </w:p>
        </w:tc>
        <w:tc>
          <w:tcPr>
            <w:tcW w:w="1418" w:type="dxa"/>
          </w:tcPr>
          <w:p w:rsidR="005316A9" w:rsidRPr="00FF1073" w:rsidRDefault="005316A9" w:rsidP="0045504B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127 338,00</w:t>
            </w:r>
          </w:p>
        </w:tc>
      </w:tr>
      <w:tr w:rsidR="005316A9" w:rsidRPr="00FF1073" w:rsidTr="00FF1073">
        <w:trPr>
          <w:trHeight w:val="270"/>
        </w:trPr>
        <w:tc>
          <w:tcPr>
            <w:tcW w:w="2269" w:type="dxa"/>
          </w:tcPr>
          <w:p w:rsidR="005316A9" w:rsidRPr="00FF1073" w:rsidRDefault="005316A9" w:rsidP="004550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3" w:type="dxa"/>
          </w:tcPr>
          <w:p w:rsidR="005316A9" w:rsidRPr="00FF1073" w:rsidRDefault="005316A9" w:rsidP="004550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:rsidR="005316A9" w:rsidRPr="00FF1073" w:rsidRDefault="005316A9" w:rsidP="00DC3E65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Коммутатор </w:t>
            </w: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Eltex MES2324P</w:t>
            </w:r>
          </w:p>
        </w:tc>
        <w:tc>
          <w:tcPr>
            <w:tcW w:w="1654" w:type="dxa"/>
          </w:tcPr>
          <w:p w:rsidR="005316A9" w:rsidRPr="00FF1073" w:rsidRDefault="005316A9" w:rsidP="00763D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316A9" w:rsidRPr="00FF1073" w:rsidRDefault="005316A9" w:rsidP="0045504B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F107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5316A9" w:rsidRPr="00FF1073" w:rsidRDefault="005316A9" w:rsidP="0045504B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316A9" w:rsidRPr="00FF1073" w:rsidRDefault="005316A9" w:rsidP="00E15E97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50</w:t>
            </w:r>
            <w:r w:rsidRPr="00FF1073">
              <w:rPr>
                <w:rFonts w:ascii="Times New Roman" w:hAnsi="Times New Roman"/>
                <w:lang w:val="en-US"/>
              </w:rPr>
              <w:t xml:space="preserve"> </w:t>
            </w:r>
            <w:r w:rsidRPr="00FF1073">
              <w:rPr>
                <w:rFonts w:ascii="Times New Roman" w:hAnsi="Times New Roman"/>
              </w:rPr>
              <w:t>358,45</w:t>
            </w:r>
          </w:p>
        </w:tc>
        <w:tc>
          <w:tcPr>
            <w:tcW w:w="1418" w:type="dxa"/>
          </w:tcPr>
          <w:p w:rsidR="005316A9" w:rsidRPr="00FF1073" w:rsidRDefault="005316A9" w:rsidP="00E15E97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50 358,45</w:t>
            </w:r>
          </w:p>
        </w:tc>
      </w:tr>
      <w:tr w:rsidR="005316A9" w:rsidRPr="00FF1073" w:rsidTr="00FF1073">
        <w:trPr>
          <w:trHeight w:val="270"/>
        </w:trPr>
        <w:tc>
          <w:tcPr>
            <w:tcW w:w="2269" w:type="dxa"/>
          </w:tcPr>
          <w:p w:rsidR="005316A9" w:rsidRPr="00FF1073" w:rsidRDefault="005316A9" w:rsidP="00A2293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3" w:type="dxa"/>
          </w:tcPr>
          <w:p w:rsidR="005316A9" w:rsidRPr="00FF1073" w:rsidRDefault="005316A9" w:rsidP="00A2293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40" w:type="dxa"/>
          </w:tcPr>
          <w:p w:rsidR="005316A9" w:rsidRPr="00FF1073" w:rsidRDefault="005316A9" w:rsidP="00A22939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F10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Источник бесперебойного питания ИБП</w:t>
            </w:r>
          </w:p>
        </w:tc>
        <w:tc>
          <w:tcPr>
            <w:tcW w:w="1654" w:type="dxa"/>
          </w:tcPr>
          <w:p w:rsidR="005316A9" w:rsidRPr="00FF1073" w:rsidRDefault="005316A9" w:rsidP="00A229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316A9" w:rsidRPr="00FF1073" w:rsidRDefault="005316A9" w:rsidP="00A22939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5316A9" w:rsidRPr="00FF1073" w:rsidRDefault="005316A9" w:rsidP="00A22939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316A9" w:rsidRPr="00FF1073" w:rsidRDefault="005316A9" w:rsidP="00E15E97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3 520,00</w:t>
            </w:r>
          </w:p>
        </w:tc>
        <w:tc>
          <w:tcPr>
            <w:tcW w:w="1418" w:type="dxa"/>
          </w:tcPr>
          <w:p w:rsidR="005316A9" w:rsidRPr="00FF1073" w:rsidRDefault="005316A9" w:rsidP="00A22939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</w:rPr>
              <w:t>3 520,00</w:t>
            </w:r>
          </w:p>
        </w:tc>
      </w:tr>
      <w:tr w:rsidR="005316A9" w:rsidRPr="00FF1073" w:rsidTr="00FF1073">
        <w:trPr>
          <w:trHeight w:val="412"/>
        </w:trPr>
        <w:tc>
          <w:tcPr>
            <w:tcW w:w="2269" w:type="dxa"/>
          </w:tcPr>
          <w:p w:rsidR="005316A9" w:rsidRPr="00FF1073" w:rsidRDefault="005316A9" w:rsidP="0045504B">
            <w:pPr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193" w:type="dxa"/>
          </w:tcPr>
          <w:p w:rsidR="005316A9" w:rsidRPr="00FF1073" w:rsidRDefault="005316A9" w:rsidP="004550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:rsidR="005316A9" w:rsidRPr="00FF1073" w:rsidRDefault="005316A9" w:rsidP="00C6483B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54" w:type="dxa"/>
          </w:tcPr>
          <w:p w:rsidR="005316A9" w:rsidRPr="00FF1073" w:rsidRDefault="005316A9" w:rsidP="00763D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316A9" w:rsidRPr="00FF1073" w:rsidRDefault="005316A9" w:rsidP="006C395F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F1073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701" w:type="dxa"/>
          </w:tcPr>
          <w:p w:rsidR="005316A9" w:rsidRPr="00FF1073" w:rsidRDefault="005316A9" w:rsidP="0045504B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316A9" w:rsidRPr="00FF1073" w:rsidRDefault="005316A9" w:rsidP="0045504B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</w:rPr>
            </w:pPr>
            <w:r w:rsidRPr="00FF1073">
              <w:rPr>
                <w:rFonts w:ascii="Times New Roman" w:hAnsi="Times New Roman"/>
                <w:b/>
              </w:rPr>
              <w:t>203 716,83</w:t>
            </w:r>
          </w:p>
        </w:tc>
        <w:tc>
          <w:tcPr>
            <w:tcW w:w="1418" w:type="dxa"/>
          </w:tcPr>
          <w:p w:rsidR="005316A9" w:rsidRPr="00FF1073" w:rsidRDefault="005316A9" w:rsidP="001B32DB">
            <w:pPr>
              <w:tabs>
                <w:tab w:val="left" w:pos="347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F1073">
              <w:rPr>
                <w:rFonts w:ascii="Times New Roman" w:hAnsi="Times New Roman"/>
                <w:b/>
              </w:rPr>
              <w:t>203 71</w:t>
            </w:r>
            <w:bookmarkStart w:id="0" w:name="_GoBack"/>
            <w:bookmarkEnd w:id="0"/>
            <w:r w:rsidRPr="00FF1073">
              <w:rPr>
                <w:rFonts w:ascii="Times New Roman" w:hAnsi="Times New Roman"/>
                <w:b/>
              </w:rPr>
              <w:t>6,83</w:t>
            </w:r>
          </w:p>
        </w:tc>
      </w:tr>
    </w:tbl>
    <w:p w:rsidR="005316A9" w:rsidRDefault="005316A9" w:rsidP="009E35C6">
      <w:pPr>
        <w:jc w:val="both"/>
        <w:rPr>
          <w:rFonts w:ascii="Times New Roman" w:hAnsi="Times New Roman"/>
          <w:sz w:val="24"/>
          <w:szCs w:val="24"/>
        </w:rPr>
      </w:pPr>
    </w:p>
    <w:sectPr w:rsidR="005316A9" w:rsidSect="00FF1073">
      <w:pgSz w:w="16838" w:h="11906" w:orient="landscape"/>
      <w:pgMar w:top="53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6A9" w:rsidRDefault="005316A9" w:rsidP="0045504B">
      <w:pPr>
        <w:spacing w:after="0" w:line="240" w:lineRule="auto"/>
      </w:pPr>
      <w:r>
        <w:separator/>
      </w:r>
    </w:p>
  </w:endnote>
  <w:endnote w:type="continuationSeparator" w:id="0">
    <w:p w:rsidR="005316A9" w:rsidRDefault="005316A9" w:rsidP="00455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6A9" w:rsidRDefault="005316A9" w:rsidP="0045504B">
      <w:pPr>
        <w:spacing w:after="0" w:line="240" w:lineRule="auto"/>
      </w:pPr>
      <w:r>
        <w:separator/>
      </w:r>
    </w:p>
  </w:footnote>
  <w:footnote w:type="continuationSeparator" w:id="0">
    <w:p w:rsidR="005316A9" w:rsidRDefault="005316A9" w:rsidP="00455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C63"/>
    <w:rsid w:val="00005C3C"/>
    <w:rsid w:val="00010D30"/>
    <w:rsid w:val="00016888"/>
    <w:rsid w:val="00034F45"/>
    <w:rsid w:val="00041D2A"/>
    <w:rsid w:val="000673EA"/>
    <w:rsid w:val="00070260"/>
    <w:rsid w:val="00071396"/>
    <w:rsid w:val="000743EA"/>
    <w:rsid w:val="000A0C62"/>
    <w:rsid w:val="000B0565"/>
    <w:rsid w:val="000B4042"/>
    <w:rsid w:val="000C2117"/>
    <w:rsid w:val="000D3CFB"/>
    <w:rsid w:val="000E2430"/>
    <w:rsid w:val="000E4E7C"/>
    <w:rsid w:val="000F2682"/>
    <w:rsid w:val="00100C96"/>
    <w:rsid w:val="00100E93"/>
    <w:rsid w:val="00123C9C"/>
    <w:rsid w:val="00123DA9"/>
    <w:rsid w:val="00127293"/>
    <w:rsid w:val="001308FB"/>
    <w:rsid w:val="001552A7"/>
    <w:rsid w:val="00175CC8"/>
    <w:rsid w:val="00176902"/>
    <w:rsid w:val="001801A9"/>
    <w:rsid w:val="001812C1"/>
    <w:rsid w:val="00185318"/>
    <w:rsid w:val="001B32DB"/>
    <w:rsid w:val="001B4871"/>
    <w:rsid w:val="001C5E8C"/>
    <w:rsid w:val="001C5F27"/>
    <w:rsid w:val="00210096"/>
    <w:rsid w:val="0021595D"/>
    <w:rsid w:val="00216C1C"/>
    <w:rsid w:val="00225403"/>
    <w:rsid w:val="00243BE1"/>
    <w:rsid w:val="00244307"/>
    <w:rsid w:val="002536D6"/>
    <w:rsid w:val="00263CE9"/>
    <w:rsid w:val="00275077"/>
    <w:rsid w:val="002825AD"/>
    <w:rsid w:val="0029725A"/>
    <w:rsid w:val="002A124D"/>
    <w:rsid w:val="002B6CE2"/>
    <w:rsid w:val="002C2FB6"/>
    <w:rsid w:val="002E64D7"/>
    <w:rsid w:val="002F15B0"/>
    <w:rsid w:val="002F1AFE"/>
    <w:rsid w:val="002F1D8F"/>
    <w:rsid w:val="00303DB9"/>
    <w:rsid w:val="0032539E"/>
    <w:rsid w:val="00337BBD"/>
    <w:rsid w:val="00363D2B"/>
    <w:rsid w:val="00367E0C"/>
    <w:rsid w:val="00382DD9"/>
    <w:rsid w:val="003849B1"/>
    <w:rsid w:val="00390C44"/>
    <w:rsid w:val="003A226A"/>
    <w:rsid w:val="003B7FB8"/>
    <w:rsid w:val="003E2550"/>
    <w:rsid w:val="0042253A"/>
    <w:rsid w:val="00437740"/>
    <w:rsid w:val="00442081"/>
    <w:rsid w:val="0045504B"/>
    <w:rsid w:val="00455C92"/>
    <w:rsid w:val="00464814"/>
    <w:rsid w:val="00466F19"/>
    <w:rsid w:val="004729D1"/>
    <w:rsid w:val="00481FB4"/>
    <w:rsid w:val="00484536"/>
    <w:rsid w:val="00487463"/>
    <w:rsid w:val="004B1985"/>
    <w:rsid w:val="004B552C"/>
    <w:rsid w:val="004B5740"/>
    <w:rsid w:val="004E07E6"/>
    <w:rsid w:val="0050081B"/>
    <w:rsid w:val="00521D46"/>
    <w:rsid w:val="00530245"/>
    <w:rsid w:val="005316A9"/>
    <w:rsid w:val="00532DB5"/>
    <w:rsid w:val="00534D5B"/>
    <w:rsid w:val="00537F35"/>
    <w:rsid w:val="0054677D"/>
    <w:rsid w:val="005577C9"/>
    <w:rsid w:val="005609DE"/>
    <w:rsid w:val="005613BB"/>
    <w:rsid w:val="00576E7B"/>
    <w:rsid w:val="00580AE7"/>
    <w:rsid w:val="00582349"/>
    <w:rsid w:val="00594F62"/>
    <w:rsid w:val="005B28A7"/>
    <w:rsid w:val="005B2A85"/>
    <w:rsid w:val="005E463B"/>
    <w:rsid w:val="005E67C7"/>
    <w:rsid w:val="005F7FF6"/>
    <w:rsid w:val="006012F4"/>
    <w:rsid w:val="00603936"/>
    <w:rsid w:val="00622BEE"/>
    <w:rsid w:val="006319DF"/>
    <w:rsid w:val="00637C6F"/>
    <w:rsid w:val="006435C7"/>
    <w:rsid w:val="00644F9B"/>
    <w:rsid w:val="006506E8"/>
    <w:rsid w:val="0065324E"/>
    <w:rsid w:val="00691F39"/>
    <w:rsid w:val="00693E58"/>
    <w:rsid w:val="006A25B3"/>
    <w:rsid w:val="006B722A"/>
    <w:rsid w:val="006C09C6"/>
    <w:rsid w:val="006C395F"/>
    <w:rsid w:val="006C67E2"/>
    <w:rsid w:val="006F385B"/>
    <w:rsid w:val="006F741B"/>
    <w:rsid w:val="00700674"/>
    <w:rsid w:val="00706669"/>
    <w:rsid w:val="00712928"/>
    <w:rsid w:val="00712BD9"/>
    <w:rsid w:val="007149E6"/>
    <w:rsid w:val="00725150"/>
    <w:rsid w:val="0073067B"/>
    <w:rsid w:val="007465DC"/>
    <w:rsid w:val="007562D2"/>
    <w:rsid w:val="00760931"/>
    <w:rsid w:val="007629DB"/>
    <w:rsid w:val="00763DB6"/>
    <w:rsid w:val="00776351"/>
    <w:rsid w:val="0078274C"/>
    <w:rsid w:val="00793E20"/>
    <w:rsid w:val="007B4F97"/>
    <w:rsid w:val="007B7201"/>
    <w:rsid w:val="007C2604"/>
    <w:rsid w:val="007C50FF"/>
    <w:rsid w:val="007C7ED6"/>
    <w:rsid w:val="007E4B0B"/>
    <w:rsid w:val="007E7CC3"/>
    <w:rsid w:val="007F2C10"/>
    <w:rsid w:val="00807DC4"/>
    <w:rsid w:val="008125AE"/>
    <w:rsid w:val="00815544"/>
    <w:rsid w:val="008357C0"/>
    <w:rsid w:val="00837DEE"/>
    <w:rsid w:val="0084724F"/>
    <w:rsid w:val="00847AF5"/>
    <w:rsid w:val="00856189"/>
    <w:rsid w:val="00856D41"/>
    <w:rsid w:val="00863185"/>
    <w:rsid w:val="008A419E"/>
    <w:rsid w:val="008B12FB"/>
    <w:rsid w:val="008B5815"/>
    <w:rsid w:val="008B6D50"/>
    <w:rsid w:val="008D068B"/>
    <w:rsid w:val="008D10ED"/>
    <w:rsid w:val="008E1488"/>
    <w:rsid w:val="008F0C24"/>
    <w:rsid w:val="008F1DD6"/>
    <w:rsid w:val="008F6EDE"/>
    <w:rsid w:val="00930298"/>
    <w:rsid w:val="00947CCA"/>
    <w:rsid w:val="009555E4"/>
    <w:rsid w:val="009605C2"/>
    <w:rsid w:val="00966096"/>
    <w:rsid w:val="00966414"/>
    <w:rsid w:val="009745E2"/>
    <w:rsid w:val="00983E2D"/>
    <w:rsid w:val="009A36D7"/>
    <w:rsid w:val="009A3F6E"/>
    <w:rsid w:val="009B086A"/>
    <w:rsid w:val="009B685D"/>
    <w:rsid w:val="009C5B68"/>
    <w:rsid w:val="009E35C6"/>
    <w:rsid w:val="009F6C63"/>
    <w:rsid w:val="00A0136E"/>
    <w:rsid w:val="00A1510F"/>
    <w:rsid w:val="00A22939"/>
    <w:rsid w:val="00A27925"/>
    <w:rsid w:val="00A57A2D"/>
    <w:rsid w:val="00A655A2"/>
    <w:rsid w:val="00A663B1"/>
    <w:rsid w:val="00A7333B"/>
    <w:rsid w:val="00AA0746"/>
    <w:rsid w:val="00AD489D"/>
    <w:rsid w:val="00AE196F"/>
    <w:rsid w:val="00B00FAD"/>
    <w:rsid w:val="00B22A1F"/>
    <w:rsid w:val="00B2646E"/>
    <w:rsid w:val="00B36537"/>
    <w:rsid w:val="00B44CA6"/>
    <w:rsid w:val="00B45407"/>
    <w:rsid w:val="00B466AF"/>
    <w:rsid w:val="00B55026"/>
    <w:rsid w:val="00B56437"/>
    <w:rsid w:val="00B70ECB"/>
    <w:rsid w:val="00B72AA3"/>
    <w:rsid w:val="00B758BA"/>
    <w:rsid w:val="00B809A5"/>
    <w:rsid w:val="00B94608"/>
    <w:rsid w:val="00BB454D"/>
    <w:rsid w:val="00BE0E59"/>
    <w:rsid w:val="00BE1CDE"/>
    <w:rsid w:val="00BE324F"/>
    <w:rsid w:val="00BE6725"/>
    <w:rsid w:val="00BF3DF7"/>
    <w:rsid w:val="00C32028"/>
    <w:rsid w:val="00C33BDD"/>
    <w:rsid w:val="00C40CB5"/>
    <w:rsid w:val="00C50E37"/>
    <w:rsid w:val="00C50EAA"/>
    <w:rsid w:val="00C5626E"/>
    <w:rsid w:val="00C61689"/>
    <w:rsid w:val="00C63B2C"/>
    <w:rsid w:val="00C6483B"/>
    <w:rsid w:val="00C679A4"/>
    <w:rsid w:val="00CB16DB"/>
    <w:rsid w:val="00CB2A5F"/>
    <w:rsid w:val="00CB4BA1"/>
    <w:rsid w:val="00CC091C"/>
    <w:rsid w:val="00CC4022"/>
    <w:rsid w:val="00CE47AA"/>
    <w:rsid w:val="00CE47B9"/>
    <w:rsid w:val="00CF0B68"/>
    <w:rsid w:val="00D010C6"/>
    <w:rsid w:val="00D12864"/>
    <w:rsid w:val="00D179D7"/>
    <w:rsid w:val="00D20F77"/>
    <w:rsid w:val="00D25DED"/>
    <w:rsid w:val="00D27ED7"/>
    <w:rsid w:val="00D40B86"/>
    <w:rsid w:val="00D51598"/>
    <w:rsid w:val="00D77D78"/>
    <w:rsid w:val="00D9638D"/>
    <w:rsid w:val="00DA606F"/>
    <w:rsid w:val="00DA7B9F"/>
    <w:rsid w:val="00DC29A8"/>
    <w:rsid w:val="00DC3176"/>
    <w:rsid w:val="00DC3E65"/>
    <w:rsid w:val="00DE1F05"/>
    <w:rsid w:val="00DE631F"/>
    <w:rsid w:val="00E15E97"/>
    <w:rsid w:val="00E23F05"/>
    <w:rsid w:val="00E315DB"/>
    <w:rsid w:val="00E65812"/>
    <w:rsid w:val="00E83E34"/>
    <w:rsid w:val="00E84A46"/>
    <w:rsid w:val="00E92C1D"/>
    <w:rsid w:val="00EB2D71"/>
    <w:rsid w:val="00EB7F59"/>
    <w:rsid w:val="00ED2CF3"/>
    <w:rsid w:val="00ED4728"/>
    <w:rsid w:val="00EE0B8E"/>
    <w:rsid w:val="00F0304D"/>
    <w:rsid w:val="00F03861"/>
    <w:rsid w:val="00F04D1D"/>
    <w:rsid w:val="00F26C66"/>
    <w:rsid w:val="00F30B61"/>
    <w:rsid w:val="00F44F20"/>
    <w:rsid w:val="00F45F65"/>
    <w:rsid w:val="00F61886"/>
    <w:rsid w:val="00F66BD0"/>
    <w:rsid w:val="00F67B7F"/>
    <w:rsid w:val="00FA6250"/>
    <w:rsid w:val="00FA6805"/>
    <w:rsid w:val="00FC3597"/>
    <w:rsid w:val="00FC6D44"/>
    <w:rsid w:val="00FD4DB8"/>
    <w:rsid w:val="00FF1073"/>
    <w:rsid w:val="00FF1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3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Cell">
    <w:name w:val="ConsCell"/>
    <w:uiPriority w:val="99"/>
    <w:rsid w:val="009F6C6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A0136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01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13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55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504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55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504B"/>
    <w:rPr>
      <w:rFonts w:cs="Times New Roman"/>
    </w:rPr>
  </w:style>
  <w:style w:type="paragraph" w:styleId="ListParagraph">
    <w:name w:val="List Paragraph"/>
    <w:basedOn w:val="Normal"/>
    <w:uiPriority w:val="99"/>
    <w:qFormat/>
    <w:rsid w:val="00D179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0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170</Words>
  <Characters>973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</dc:creator>
  <cp:keywords/>
  <dc:description/>
  <cp:lastModifiedBy>Николаев В.В.</cp:lastModifiedBy>
  <cp:revision>3</cp:revision>
  <cp:lastPrinted>2018-02-21T08:16:00Z</cp:lastPrinted>
  <dcterms:created xsi:type="dcterms:W3CDTF">2019-06-21T05:10:00Z</dcterms:created>
  <dcterms:modified xsi:type="dcterms:W3CDTF">2019-07-01T11:18:00Z</dcterms:modified>
</cp:coreProperties>
</file>