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A03" w:rsidRDefault="00EA3A03" w:rsidP="000E39F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8.25pt;height:41.25pt;visibility:visible">
            <v:imagedata r:id="rId4" o:title=""/>
          </v:shape>
        </w:pict>
      </w:r>
    </w:p>
    <w:p w:rsidR="00EA3A03" w:rsidRDefault="00EA3A03" w:rsidP="000E39FB">
      <w:pPr>
        <w:jc w:val="center"/>
        <w:rPr>
          <w:b/>
          <w:sz w:val="28"/>
          <w:szCs w:val="28"/>
        </w:rPr>
      </w:pPr>
    </w:p>
    <w:p w:rsidR="00EA3A03" w:rsidRPr="00B3748F" w:rsidRDefault="00EA3A03" w:rsidP="000E39FB">
      <w:pPr>
        <w:jc w:val="center"/>
        <w:rPr>
          <w:sz w:val="28"/>
          <w:szCs w:val="28"/>
        </w:rPr>
      </w:pPr>
      <w:r w:rsidRPr="00B3748F">
        <w:rPr>
          <w:b/>
          <w:sz w:val="28"/>
          <w:szCs w:val="28"/>
        </w:rPr>
        <w:t>МУРМАНСКАЯ ОБЛАСТЬ</w:t>
      </w:r>
    </w:p>
    <w:p w:rsidR="00EA3A03" w:rsidRPr="00B3748F" w:rsidRDefault="00EA3A03" w:rsidP="000E39FB">
      <w:pPr>
        <w:jc w:val="center"/>
        <w:rPr>
          <w:b/>
          <w:sz w:val="28"/>
          <w:szCs w:val="28"/>
        </w:rPr>
      </w:pPr>
      <w:r w:rsidRPr="00B3748F">
        <w:rPr>
          <w:b/>
          <w:sz w:val="28"/>
          <w:szCs w:val="28"/>
        </w:rPr>
        <w:t xml:space="preserve">АДМИНИСТРАЦИЯ ЛОВОЗЕРСКОГО РАЙОНА </w:t>
      </w:r>
    </w:p>
    <w:p w:rsidR="00EA3A03" w:rsidRPr="00B3748F" w:rsidRDefault="00EA3A03" w:rsidP="000E39FB">
      <w:pPr>
        <w:rPr>
          <w:sz w:val="28"/>
          <w:szCs w:val="28"/>
        </w:rPr>
      </w:pPr>
    </w:p>
    <w:p w:rsidR="00EA3A03" w:rsidRPr="00B3748F" w:rsidRDefault="00EA3A03" w:rsidP="000E39FB">
      <w:pPr>
        <w:jc w:val="center"/>
        <w:rPr>
          <w:b/>
          <w:sz w:val="28"/>
          <w:szCs w:val="28"/>
        </w:rPr>
      </w:pPr>
      <w:r w:rsidRPr="00B3748F">
        <w:rPr>
          <w:b/>
          <w:sz w:val="28"/>
          <w:szCs w:val="28"/>
        </w:rPr>
        <w:t>ПОСТАНОВЛЕНИЕ</w:t>
      </w:r>
    </w:p>
    <w:p w:rsidR="00EA3A03" w:rsidRPr="004E067C" w:rsidRDefault="00EA3A03" w:rsidP="000E39FB">
      <w:pPr>
        <w:rPr>
          <w:sz w:val="27"/>
          <w:szCs w:val="27"/>
        </w:rPr>
      </w:pPr>
    </w:p>
    <w:tbl>
      <w:tblPr>
        <w:tblW w:w="0" w:type="auto"/>
        <w:tblLayout w:type="fixed"/>
        <w:tblLook w:val="0000"/>
      </w:tblPr>
      <w:tblGrid>
        <w:gridCol w:w="3555"/>
        <w:gridCol w:w="2832"/>
        <w:gridCol w:w="3981"/>
      </w:tblGrid>
      <w:tr w:rsidR="00EA3A03" w:rsidRPr="004E067C" w:rsidTr="00FB276E">
        <w:trPr>
          <w:trHeight w:val="479"/>
        </w:trPr>
        <w:tc>
          <w:tcPr>
            <w:tcW w:w="3555" w:type="dxa"/>
          </w:tcPr>
          <w:p w:rsidR="00EA3A03" w:rsidRPr="00B3748F" w:rsidRDefault="00EA3A03" w:rsidP="00EA4929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B3748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u w:val="single"/>
              </w:rPr>
              <w:t>31</w:t>
            </w:r>
            <w:r w:rsidRPr="00B3748F">
              <w:rPr>
                <w:sz w:val="28"/>
                <w:szCs w:val="28"/>
              </w:rPr>
              <w:t xml:space="preserve">»  </w:t>
            </w:r>
            <w:r w:rsidRPr="00B3748F">
              <w:rPr>
                <w:sz w:val="28"/>
                <w:szCs w:val="28"/>
                <w:u w:val="single"/>
              </w:rPr>
              <w:t>октября</w:t>
            </w:r>
            <w:r w:rsidRPr="00B3748F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2" w:type="dxa"/>
          </w:tcPr>
          <w:p w:rsidR="00EA3A03" w:rsidRPr="00B3748F" w:rsidRDefault="00EA3A03" w:rsidP="0065129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3748F">
              <w:rPr>
                <w:sz w:val="28"/>
                <w:szCs w:val="28"/>
              </w:rPr>
              <w:t xml:space="preserve"> с. Ловозеро</w:t>
            </w:r>
          </w:p>
        </w:tc>
        <w:tc>
          <w:tcPr>
            <w:tcW w:w="3981" w:type="dxa"/>
          </w:tcPr>
          <w:p w:rsidR="00EA3A03" w:rsidRPr="00B3748F" w:rsidRDefault="00EA3A03" w:rsidP="00EA492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3748F">
              <w:rPr>
                <w:sz w:val="28"/>
                <w:szCs w:val="28"/>
              </w:rPr>
              <w:t xml:space="preserve">                            № 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>584</w:t>
            </w:r>
            <w:r w:rsidRPr="00B3748F">
              <w:rPr>
                <w:sz w:val="28"/>
                <w:szCs w:val="28"/>
              </w:rPr>
              <w:t>-ПГ</w:t>
            </w:r>
          </w:p>
        </w:tc>
      </w:tr>
    </w:tbl>
    <w:p w:rsidR="00EA3A03" w:rsidRPr="004E067C" w:rsidRDefault="00EA3A03" w:rsidP="000E39FB">
      <w:pPr>
        <w:jc w:val="center"/>
        <w:rPr>
          <w:b/>
          <w:sz w:val="27"/>
          <w:szCs w:val="27"/>
        </w:rPr>
      </w:pPr>
    </w:p>
    <w:p w:rsidR="00EA3A03" w:rsidRPr="00B3748F" w:rsidRDefault="00EA3A03" w:rsidP="000E39FB">
      <w:pPr>
        <w:jc w:val="center"/>
        <w:rPr>
          <w:b/>
          <w:sz w:val="28"/>
          <w:szCs w:val="28"/>
        </w:rPr>
      </w:pPr>
      <w:r w:rsidRPr="00B3748F">
        <w:rPr>
          <w:b/>
          <w:sz w:val="28"/>
          <w:szCs w:val="28"/>
        </w:rPr>
        <w:t xml:space="preserve">О внесении изменений в муниципальную программу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жильем» на 2021-2025 годы, утвержденную постановлением администрации Ловозерского района </w:t>
      </w:r>
    </w:p>
    <w:p w:rsidR="00EA3A03" w:rsidRPr="00B3748F" w:rsidRDefault="00EA3A03" w:rsidP="000E39FB">
      <w:pPr>
        <w:jc w:val="center"/>
        <w:rPr>
          <w:b/>
          <w:sz w:val="28"/>
          <w:szCs w:val="28"/>
        </w:rPr>
      </w:pPr>
      <w:r w:rsidRPr="00B3748F">
        <w:rPr>
          <w:b/>
          <w:sz w:val="28"/>
          <w:szCs w:val="28"/>
        </w:rPr>
        <w:t xml:space="preserve">от 26.10.2018 № 589-ПГ </w:t>
      </w:r>
    </w:p>
    <w:p w:rsidR="00EA3A03" w:rsidRPr="00B3748F" w:rsidRDefault="00EA3A03" w:rsidP="009D3A4A">
      <w:pPr>
        <w:jc w:val="both"/>
        <w:rPr>
          <w:sz w:val="28"/>
          <w:szCs w:val="28"/>
        </w:rPr>
      </w:pPr>
    </w:p>
    <w:p w:rsidR="00EA3A03" w:rsidRPr="00B3748F" w:rsidRDefault="00EA3A03" w:rsidP="009D3A4A">
      <w:pPr>
        <w:ind w:firstLine="709"/>
        <w:jc w:val="both"/>
        <w:rPr>
          <w:sz w:val="28"/>
          <w:szCs w:val="28"/>
        </w:rPr>
      </w:pPr>
      <w:r w:rsidRPr="00B3748F">
        <w:rPr>
          <w:sz w:val="28"/>
          <w:szCs w:val="28"/>
        </w:rPr>
        <w:t xml:space="preserve">В связи с уточнением объемов финансирования муниципальной программы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  качественным,   комфортным   и   доступным   жильем»   на   2021-2025  годы </w:t>
      </w:r>
      <w:r w:rsidRPr="00B3748F">
        <w:rPr>
          <w:b/>
          <w:sz w:val="28"/>
          <w:szCs w:val="28"/>
        </w:rPr>
        <w:t>п о с т а н о в л я ю:</w:t>
      </w:r>
    </w:p>
    <w:p w:rsidR="00EA3A03" w:rsidRPr="00B3748F" w:rsidRDefault="00EA3A03" w:rsidP="00414DC0">
      <w:pPr>
        <w:pStyle w:val="FR3"/>
        <w:ind w:left="0" w:firstLine="708"/>
        <w:jc w:val="both"/>
        <w:rPr>
          <w:color w:val="000000"/>
          <w:sz w:val="28"/>
          <w:szCs w:val="28"/>
        </w:rPr>
      </w:pPr>
    </w:p>
    <w:p w:rsidR="00EA3A03" w:rsidRPr="00B3748F" w:rsidRDefault="00EA3A03" w:rsidP="00E17E92">
      <w:pPr>
        <w:ind w:firstLine="709"/>
        <w:jc w:val="both"/>
        <w:rPr>
          <w:sz w:val="28"/>
          <w:szCs w:val="28"/>
        </w:rPr>
      </w:pPr>
      <w:r w:rsidRPr="00B3748F">
        <w:rPr>
          <w:sz w:val="28"/>
          <w:szCs w:val="28"/>
        </w:rPr>
        <w:t>1. Внести следующие изменения в муниципальную программу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жильем» на 2021-2025 годы, утвержденную постановлением администрации Ловозерского района от 26.10.2018 № 589-ПГ:</w:t>
      </w:r>
    </w:p>
    <w:p w:rsidR="00EA3A03" w:rsidRPr="00B3748F" w:rsidRDefault="00EA3A03" w:rsidP="003B64E1">
      <w:pPr>
        <w:ind w:firstLine="708"/>
        <w:jc w:val="both"/>
        <w:rPr>
          <w:sz w:val="28"/>
          <w:szCs w:val="28"/>
        </w:rPr>
      </w:pPr>
      <w:r w:rsidRPr="00B3748F">
        <w:rPr>
          <w:sz w:val="28"/>
          <w:szCs w:val="28"/>
        </w:rPr>
        <w:t xml:space="preserve">1.1. В паспорте Программы раздел «Финансовое обеспечение </w:t>
      </w:r>
      <w:r>
        <w:rPr>
          <w:sz w:val="28"/>
          <w:szCs w:val="28"/>
        </w:rPr>
        <w:t>п</w:t>
      </w:r>
      <w:r w:rsidRPr="00B3748F">
        <w:rPr>
          <w:sz w:val="28"/>
          <w:szCs w:val="28"/>
        </w:rPr>
        <w:t>рограммы» изложить в следующей редакции:</w:t>
      </w:r>
    </w:p>
    <w:p w:rsidR="00EA3A03" w:rsidRDefault="00EA3A03" w:rsidP="003B64E1">
      <w:pPr>
        <w:ind w:firstLine="708"/>
        <w:jc w:val="both"/>
        <w:rPr>
          <w:sz w:val="28"/>
          <w:szCs w:val="28"/>
        </w:rPr>
      </w:pPr>
    </w:p>
    <w:tbl>
      <w:tblPr>
        <w:tblW w:w="100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7386"/>
      </w:tblGrid>
      <w:tr w:rsidR="00EA3A03" w:rsidRPr="00AE3B4A" w:rsidTr="00490B4D">
        <w:trPr>
          <w:trHeight w:val="112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03" w:rsidRPr="000F1552" w:rsidRDefault="00EA3A03" w:rsidP="007075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155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F1552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03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49858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в т.ч.:</w:t>
            </w:r>
          </w:p>
          <w:p w:rsidR="00EA3A03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МБ: 6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,0 тыс. руб., из них: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2022 год – 2 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2023 год – 2 000,0 тыс. рублей,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2024 год – 2 000,0 тыс. рублей,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рублей.</w:t>
            </w:r>
          </w:p>
          <w:p w:rsidR="00EA3A03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ОБ: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2736,49858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них: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1368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24929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1368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24929</w:t>
            </w: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рублей,</w:t>
            </w:r>
          </w:p>
          <w:p w:rsidR="00EA3A03" w:rsidRPr="0075503E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рублей,</w:t>
            </w:r>
          </w:p>
          <w:p w:rsidR="00EA3A03" w:rsidRPr="000F1552" w:rsidRDefault="00EA3A03" w:rsidP="00B374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503E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рублей.</w:t>
            </w:r>
          </w:p>
        </w:tc>
      </w:tr>
    </w:tbl>
    <w:p w:rsidR="00EA3A03" w:rsidRDefault="00EA3A03" w:rsidP="003B64E1">
      <w:pPr>
        <w:pStyle w:val="HTMLPreformatted"/>
        <w:tabs>
          <w:tab w:val="left" w:pos="-426"/>
          <w:tab w:val="left" w:pos="-284"/>
          <w:tab w:val="left" w:pos="-142"/>
          <w:tab w:val="left" w:pos="10206"/>
          <w:tab w:val="left" w:pos="10348"/>
          <w:tab w:val="left" w:pos="10632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3A03" w:rsidRPr="0075503E" w:rsidRDefault="00EA3A03" w:rsidP="003B64E1">
      <w:pPr>
        <w:pStyle w:val="HTMLPreformatted"/>
        <w:tabs>
          <w:tab w:val="left" w:pos="-426"/>
          <w:tab w:val="left" w:pos="-284"/>
          <w:tab w:val="left" w:pos="-142"/>
          <w:tab w:val="left" w:pos="10206"/>
          <w:tab w:val="left" w:pos="10348"/>
          <w:tab w:val="left" w:pos="10632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03E">
        <w:rPr>
          <w:rFonts w:ascii="Times New Roman" w:hAnsi="Times New Roman"/>
          <w:color w:val="000000"/>
          <w:sz w:val="28"/>
          <w:szCs w:val="28"/>
        </w:rPr>
        <w:t xml:space="preserve">1.2. Раздел 3. Перечень основных программных мероприятий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5503E">
        <w:rPr>
          <w:rFonts w:ascii="Times New Roman" w:hAnsi="Times New Roman"/>
          <w:color w:val="000000"/>
          <w:sz w:val="28"/>
          <w:szCs w:val="28"/>
        </w:rPr>
        <w:t xml:space="preserve">рограммы изложить в новой редакции согласно приложению № 1 к настоящему постановлению. </w:t>
      </w:r>
    </w:p>
    <w:p w:rsidR="00EA3A03" w:rsidRPr="0075503E" w:rsidRDefault="00EA3A03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>1.3. Раздел 4. Обоснование ресурсного обеспечения Программы изложить в новой редакции согласно приложению № 2 к настоящему постановлению.</w:t>
      </w:r>
    </w:p>
    <w:p w:rsidR="00EA3A03" w:rsidRPr="0075503E" w:rsidRDefault="00EA3A03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>2. Разместить настоящее постановление на официальном сайте администрации Ловозерского района.</w:t>
      </w:r>
    </w:p>
    <w:p w:rsidR="00EA3A03" w:rsidRPr="0075503E" w:rsidRDefault="00EA3A03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>3. Постановление вступает в силу с момента подписания.</w:t>
      </w:r>
    </w:p>
    <w:p w:rsidR="00EA3A03" w:rsidRPr="0075503E" w:rsidRDefault="00EA3A03" w:rsidP="003B64E1">
      <w:pPr>
        <w:ind w:firstLine="709"/>
        <w:jc w:val="both"/>
        <w:rPr>
          <w:sz w:val="28"/>
          <w:szCs w:val="28"/>
        </w:rPr>
      </w:pPr>
      <w:r w:rsidRPr="0075503E">
        <w:rPr>
          <w:sz w:val="28"/>
          <w:szCs w:val="28"/>
        </w:rPr>
        <w:t>4. Контроль за исполнением настоящего постановления возложить на заместителя главы администрации Ловозерского района Кузнецову Н.А.</w:t>
      </w:r>
    </w:p>
    <w:p w:rsidR="00EA3A03" w:rsidRPr="0075503E" w:rsidRDefault="00EA3A03" w:rsidP="00BF4254">
      <w:pPr>
        <w:ind w:firstLine="709"/>
        <w:jc w:val="both"/>
        <w:rPr>
          <w:sz w:val="28"/>
          <w:szCs w:val="28"/>
        </w:rPr>
      </w:pPr>
    </w:p>
    <w:p w:rsidR="00EA3A03" w:rsidRPr="0075503E" w:rsidRDefault="00EA3A03" w:rsidP="00BF4254">
      <w:pPr>
        <w:ind w:firstLine="709"/>
        <w:jc w:val="both"/>
        <w:rPr>
          <w:sz w:val="28"/>
          <w:szCs w:val="28"/>
        </w:rPr>
      </w:pPr>
    </w:p>
    <w:p w:rsidR="00EA3A03" w:rsidRPr="0075503E" w:rsidRDefault="00EA3A03" w:rsidP="00293392">
      <w:pPr>
        <w:jc w:val="both"/>
        <w:rPr>
          <w:sz w:val="28"/>
          <w:szCs w:val="28"/>
        </w:rPr>
      </w:pPr>
    </w:p>
    <w:p w:rsidR="00EA3A03" w:rsidRPr="0075503E" w:rsidRDefault="00EA3A03" w:rsidP="00293392">
      <w:pPr>
        <w:jc w:val="both"/>
        <w:rPr>
          <w:sz w:val="28"/>
          <w:szCs w:val="28"/>
        </w:rPr>
      </w:pPr>
      <w:r w:rsidRPr="0075503E">
        <w:rPr>
          <w:sz w:val="28"/>
          <w:szCs w:val="28"/>
        </w:rPr>
        <w:t>Глава администрации</w:t>
      </w:r>
    </w:p>
    <w:p w:rsidR="00EA3A03" w:rsidRPr="0075503E" w:rsidRDefault="00EA3A03" w:rsidP="00293392">
      <w:pPr>
        <w:jc w:val="both"/>
        <w:rPr>
          <w:sz w:val="28"/>
          <w:szCs w:val="28"/>
        </w:rPr>
      </w:pPr>
      <w:r w:rsidRPr="0075503E">
        <w:rPr>
          <w:sz w:val="28"/>
          <w:szCs w:val="28"/>
        </w:rPr>
        <w:t xml:space="preserve">Ловозерского района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75503E">
        <w:rPr>
          <w:sz w:val="28"/>
          <w:szCs w:val="28"/>
        </w:rPr>
        <w:t>Н.И. Курзенев</w:t>
      </w:r>
    </w:p>
    <w:sectPr w:rsidR="00EA3A03" w:rsidRPr="0075503E" w:rsidSect="00734D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B8B"/>
    <w:rsid w:val="00004CBF"/>
    <w:rsid w:val="00010220"/>
    <w:rsid w:val="00027673"/>
    <w:rsid w:val="000307DA"/>
    <w:rsid w:val="0003657F"/>
    <w:rsid w:val="00040231"/>
    <w:rsid w:val="00042872"/>
    <w:rsid w:val="00051DC2"/>
    <w:rsid w:val="000653E5"/>
    <w:rsid w:val="0008393A"/>
    <w:rsid w:val="000851C0"/>
    <w:rsid w:val="000952DA"/>
    <w:rsid w:val="00095B7F"/>
    <w:rsid w:val="000A0AB4"/>
    <w:rsid w:val="000B6D35"/>
    <w:rsid w:val="000D4F63"/>
    <w:rsid w:val="000D5F16"/>
    <w:rsid w:val="000E072C"/>
    <w:rsid w:val="000E26AB"/>
    <w:rsid w:val="000E39FB"/>
    <w:rsid w:val="000E57F0"/>
    <w:rsid w:val="000E5DDC"/>
    <w:rsid w:val="000F1552"/>
    <w:rsid w:val="000F2574"/>
    <w:rsid w:val="000F3C5D"/>
    <w:rsid w:val="000F63C5"/>
    <w:rsid w:val="000F6CAA"/>
    <w:rsid w:val="00100F6B"/>
    <w:rsid w:val="00101B8C"/>
    <w:rsid w:val="0010245A"/>
    <w:rsid w:val="00105262"/>
    <w:rsid w:val="001237E4"/>
    <w:rsid w:val="00143B73"/>
    <w:rsid w:val="00144888"/>
    <w:rsid w:val="0015515E"/>
    <w:rsid w:val="0017633E"/>
    <w:rsid w:val="001766A4"/>
    <w:rsid w:val="0018231A"/>
    <w:rsid w:val="00191DB9"/>
    <w:rsid w:val="001A34EE"/>
    <w:rsid w:val="001A3EE4"/>
    <w:rsid w:val="001A46F5"/>
    <w:rsid w:val="001B36B7"/>
    <w:rsid w:val="001C51D4"/>
    <w:rsid w:val="001D3230"/>
    <w:rsid w:val="001F14BF"/>
    <w:rsid w:val="001F4E11"/>
    <w:rsid w:val="002009FE"/>
    <w:rsid w:val="002034CE"/>
    <w:rsid w:val="00203A15"/>
    <w:rsid w:val="00206A71"/>
    <w:rsid w:val="002105C5"/>
    <w:rsid w:val="00222258"/>
    <w:rsid w:val="002421CA"/>
    <w:rsid w:val="002516CF"/>
    <w:rsid w:val="00266948"/>
    <w:rsid w:val="002771ED"/>
    <w:rsid w:val="00284BD4"/>
    <w:rsid w:val="00284E4B"/>
    <w:rsid w:val="00293392"/>
    <w:rsid w:val="00293488"/>
    <w:rsid w:val="002B2050"/>
    <w:rsid w:val="002B7B79"/>
    <w:rsid w:val="002E3C14"/>
    <w:rsid w:val="002F0022"/>
    <w:rsid w:val="002F0067"/>
    <w:rsid w:val="002F2610"/>
    <w:rsid w:val="003202BE"/>
    <w:rsid w:val="00320DB2"/>
    <w:rsid w:val="00331A17"/>
    <w:rsid w:val="003411D2"/>
    <w:rsid w:val="00343392"/>
    <w:rsid w:val="00343C93"/>
    <w:rsid w:val="00343CC6"/>
    <w:rsid w:val="003453A3"/>
    <w:rsid w:val="003545D7"/>
    <w:rsid w:val="00361959"/>
    <w:rsid w:val="003817DE"/>
    <w:rsid w:val="0038512F"/>
    <w:rsid w:val="003A00F6"/>
    <w:rsid w:val="003A6188"/>
    <w:rsid w:val="003B64E1"/>
    <w:rsid w:val="003B67A4"/>
    <w:rsid w:val="003C2742"/>
    <w:rsid w:val="003C2D61"/>
    <w:rsid w:val="003C436D"/>
    <w:rsid w:val="003C6A24"/>
    <w:rsid w:val="003F18DD"/>
    <w:rsid w:val="003F2084"/>
    <w:rsid w:val="00410925"/>
    <w:rsid w:val="004125F7"/>
    <w:rsid w:val="00412985"/>
    <w:rsid w:val="00412C1A"/>
    <w:rsid w:val="00414DC0"/>
    <w:rsid w:val="00420314"/>
    <w:rsid w:val="00427856"/>
    <w:rsid w:val="0043415F"/>
    <w:rsid w:val="00441E28"/>
    <w:rsid w:val="004519D7"/>
    <w:rsid w:val="00457D96"/>
    <w:rsid w:val="004631AA"/>
    <w:rsid w:val="00475413"/>
    <w:rsid w:val="00484857"/>
    <w:rsid w:val="00485C2E"/>
    <w:rsid w:val="00490B4D"/>
    <w:rsid w:val="00490F97"/>
    <w:rsid w:val="004A05DF"/>
    <w:rsid w:val="004C2C5F"/>
    <w:rsid w:val="004D10D0"/>
    <w:rsid w:val="004D34DF"/>
    <w:rsid w:val="004E067C"/>
    <w:rsid w:val="004E2B45"/>
    <w:rsid w:val="004F626C"/>
    <w:rsid w:val="004F687A"/>
    <w:rsid w:val="005106E6"/>
    <w:rsid w:val="00512143"/>
    <w:rsid w:val="0051399D"/>
    <w:rsid w:val="00516C12"/>
    <w:rsid w:val="00522F53"/>
    <w:rsid w:val="00532ADA"/>
    <w:rsid w:val="00540989"/>
    <w:rsid w:val="00543304"/>
    <w:rsid w:val="005640AC"/>
    <w:rsid w:val="00573BBE"/>
    <w:rsid w:val="0057464E"/>
    <w:rsid w:val="00580353"/>
    <w:rsid w:val="00583341"/>
    <w:rsid w:val="005A485B"/>
    <w:rsid w:val="005A787C"/>
    <w:rsid w:val="005B0623"/>
    <w:rsid w:val="005B3046"/>
    <w:rsid w:val="005B7E02"/>
    <w:rsid w:val="005D0BB2"/>
    <w:rsid w:val="005E6F96"/>
    <w:rsid w:val="005F038E"/>
    <w:rsid w:val="005F616C"/>
    <w:rsid w:val="00605ED7"/>
    <w:rsid w:val="00610A0A"/>
    <w:rsid w:val="00610A5A"/>
    <w:rsid w:val="006179A1"/>
    <w:rsid w:val="00636D46"/>
    <w:rsid w:val="00651291"/>
    <w:rsid w:val="00672C46"/>
    <w:rsid w:val="0067554E"/>
    <w:rsid w:val="00684997"/>
    <w:rsid w:val="00691AAC"/>
    <w:rsid w:val="00691D11"/>
    <w:rsid w:val="006925DD"/>
    <w:rsid w:val="00694375"/>
    <w:rsid w:val="00697E15"/>
    <w:rsid w:val="006C05C7"/>
    <w:rsid w:val="006C46F4"/>
    <w:rsid w:val="006E10CA"/>
    <w:rsid w:val="006E6F67"/>
    <w:rsid w:val="006F1743"/>
    <w:rsid w:val="00701C28"/>
    <w:rsid w:val="0070531C"/>
    <w:rsid w:val="00707540"/>
    <w:rsid w:val="007214D7"/>
    <w:rsid w:val="00721C75"/>
    <w:rsid w:val="007233D3"/>
    <w:rsid w:val="00734D56"/>
    <w:rsid w:val="00737ABD"/>
    <w:rsid w:val="0075503E"/>
    <w:rsid w:val="00760481"/>
    <w:rsid w:val="00763834"/>
    <w:rsid w:val="0076764C"/>
    <w:rsid w:val="007747D2"/>
    <w:rsid w:val="007769C8"/>
    <w:rsid w:val="00780207"/>
    <w:rsid w:val="007A1629"/>
    <w:rsid w:val="007F1616"/>
    <w:rsid w:val="007F372D"/>
    <w:rsid w:val="007F66E2"/>
    <w:rsid w:val="007F6A95"/>
    <w:rsid w:val="007F6C1E"/>
    <w:rsid w:val="00801879"/>
    <w:rsid w:val="008044DA"/>
    <w:rsid w:val="008173D7"/>
    <w:rsid w:val="00822924"/>
    <w:rsid w:val="0082702E"/>
    <w:rsid w:val="00833FBD"/>
    <w:rsid w:val="00840D41"/>
    <w:rsid w:val="0085287C"/>
    <w:rsid w:val="0085663D"/>
    <w:rsid w:val="00861CC9"/>
    <w:rsid w:val="00864B43"/>
    <w:rsid w:val="00870DC5"/>
    <w:rsid w:val="0089038A"/>
    <w:rsid w:val="008A1D01"/>
    <w:rsid w:val="008A3836"/>
    <w:rsid w:val="008B3CDB"/>
    <w:rsid w:val="008E3495"/>
    <w:rsid w:val="008F727A"/>
    <w:rsid w:val="00930F91"/>
    <w:rsid w:val="00941709"/>
    <w:rsid w:val="0095226C"/>
    <w:rsid w:val="00974028"/>
    <w:rsid w:val="00986240"/>
    <w:rsid w:val="00990D3C"/>
    <w:rsid w:val="0099283D"/>
    <w:rsid w:val="009A66D6"/>
    <w:rsid w:val="009B5AFA"/>
    <w:rsid w:val="009C05DE"/>
    <w:rsid w:val="009C078D"/>
    <w:rsid w:val="009C0B05"/>
    <w:rsid w:val="009C248A"/>
    <w:rsid w:val="009C6F47"/>
    <w:rsid w:val="009D2115"/>
    <w:rsid w:val="009D355D"/>
    <w:rsid w:val="009D3A4A"/>
    <w:rsid w:val="009D6310"/>
    <w:rsid w:val="00A22056"/>
    <w:rsid w:val="00A23BAD"/>
    <w:rsid w:val="00A25C99"/>
    <w:rsid w:val="00A35C05"/>
    <w:rsid w:val="00A67399"/>
    <w:rsid w:val="00A7300D"/>
    <w:rsid w:val="00A7303B"/>
    <w:rsid w:val="00A73E42"/>
    <w:rsid w:val="00A7458D"/>
    <w:rsid w:val="00A74B8B"/>
    <w:rsid w:val="00A80FC0"/>
    <w:rsid w:val="00A82C3E"/>
    <w:rsid w:val="00A97B53"/>
    <w:rsid w:val="00AA7FB2"/>
    <w:rsid w:val="00AB4D5F"/>
    <w:rsid w:val="00AB5F04"/>
    <w:rsid w:val="00AD3AAA"/>
    <w:rsid w:val="00AD4108"/>
    <w:rsid w:val="00AE3624"/>
    <w:rsid w:val="00AE3B4A"/>
    <w:rsid w:val="00AE55CA"/>
    <w:rsid w:val="00AE7952"/>
    <w:rsid w:val="00AF7F25"/>
    <w:rsid w:val="00B05DFA"/>
    <w:rsid w:val="00B15B0E"/>
    <w:rsid w:val="00B2582A"/>
    <w:rsid w:val="00B3250C"/>
    <w:rsid w:val="00B33E18"/>
    <w:rsid w:val="00B33E62"/>
    <w:rsid w:val="00B3748F"/>
    <w:rsid w:val="00B439EF"/>
    <w:rsid w:val="00B445FE"/>
    <w:rsid w:val="00B505F1"/>
    <w:rsid w:val="00B6060E"/>
    <w:rsid w:val="00B61933"/>
    <w:rsid w:val="00B644BA"/>
    <w:rsid w:val="00B7714E"/>
    <w:rsid w:val="00B84E3D"/>
    <w:rsid w:val="00B877B3"/>
    <w:rsid w:val="00B935F7"/>
    <w:rsid w:val="00B964A6"/>
    <w:rsid w:val="00B96B79"/>
    <w:rsid w:val="00BA034D"/>
    <w:rsid w:val="00BA0A25"/>
    <w:rsid w:val="00BA5F28"/>
    <w:rsid w:val="00BD0758"/>
    <w:rsid w:val="00BD21AD"/>
    <w:rsid w:val="00BD6855"/>
    <w:rsid w:val="00BE1B44"/>
    <w:rsid w:val="00BE6C27"/>
    <w:rsid w:val="00BF19F7"/>
    <w:rsid w:val="00BF26D2"/>
    <w:rsid w:val="00BF4254"/>
    <w:rsid w:val="00C00A46"/>
    <w:rsid w:val="00C02BFB"/>
    <w:rsid w:val="00C038D8"/>
    <w:rsid w:val="00C0628D"/>
    <w:rsid w:val="00C0787C"/>
    <w:rsid w:val="00C11F07"/>
    <w:rsid w:val="00C1799D"/>
    <w:rsid w:val="00C250F0"/>
    <w:rsid w:val="00C3102B"/>
    <w:rsid w:val="00C424B6"/>
    <w:rsid w:val="00C4337F"/>
    <w:rsid w:val="00C437F5"/>
    <w:rsid w:val="00C44515"/>
    <w:rsid w:val="00C44895"/>
    <w:rsid w:val="00C4537B"/>
    <w:rsid w:val="00C46935"/>
    <w:rsid w:val="00C47FD8"/>
    <w:rsid w:val="00C56CCD"/>
    <w:rsid w:val="00C56E75"/>
    <w:rsid w:val="00C60922"/>
    <w:rsid w:val="00C9282B"/>
    <w:rsid w:val="00CC544B"/>
    <w:rsid w:val="00CD5426"/>
    <w:rsid w:val="00CD7E71"/>
    <w:rsid w:val="00CE430D"/>
    <w:rsid w:val="00CE7661"/>
    <w:rsid w:val="00D070A4"/>
    <w:rsid w:val="00D13C91"/>
    <w:rsid w:val="00D15779"/>
    <w:rsid w:val="00D21A2A"/>
    <w:rsid w:val="00D23714"/>
    <w:rsid w:val="00D30B21"/>
    <w:rsid w:val="00D334B0"/>
    <w:rsid w:val="00D4373F"/>
    <w:rsid w:val="00D43F11"/>
    <w:rsid w:val="00D471DE"/>
    <w:rsid w:val="00D526E8"/>
    <w:rsid w:val="00D578EC"/>
    <w:rsid w:val="00D60691"/>
    <w:rsid w:val="00D751EF"/>
    <w:rsid w:val="00D812DC"/>
    <w:rsid w:val="00D86781"/>
    <w:rsid w:val="00DA7C19"/>
    <w:rsid w:val="00DC4F5A"/>
    <w:rsid w:val="00DC6C41"/>
    <w:rsid w:val="00DC7ED2"/>
    <w:rsid w:val="00DD6FE3"/>
    <w:rsid w:val="00DE4633"/>
    <w:rsid w:val="00DF213F"/>
    <w:rsid w:val="00E15330"/>
    <w:rsid w:val="00E17E92"/>
    <w:rsid w:val="00E225F1"/>
    <w:rsid w:val="00E300A8"/>
    <w:rsid w:val="00E33168"/>
    <w:rsid w:val="00E44EDF"/>
    <w:rsid w:val="00E516C0"/>
    <w:rsid w:val="00E6059C"/>
    <w:rsid w:val="00E624C0"/>
    <w:rsid w:val="00E6707F"/>
    <w:rsid w:val="00E703B2"/>
    <w:rsid w:val="00E7209A"/>
    <w:rsid w:val="00E94B17"/>
    <w:rsid w:val="00E97C96"/>
    <w:rsid w:val="00EA3A03"/>
    <w:rsid w:val="00EA4929"/>
    <w:rsid w:val="00EB6E19"/>
    <w:rsid w:val="00EC208A"/>
    <w:rsid w:val="00EC4586"/>
    <w:rsid w:val="00EE43DE"/>
    <w:rsid w:val="00EE7943"/>
    <w:rsid w:val="00F05DC6"/>
    <w:rsid w:val="00F17980"/>
    <w:rsid w:val="00F537DF"/>
    <w:rsid w:val="00F56281"/>
    <w:rsid w:val="00F6056F"/>
    <w:rsid w:val="00F754F1"/>
    <w:rsid w:val="00F75A62"/>
    <w:rsid w:val="00F84E5D"/>
    <w:rsid w:val="00F923A2"/>
    <w:rsid w:val="00F96751"/>
    <w:rsid w:val="00FA0B75"/>
    <w:rsid w:val="00FB276E"/>
    <w:rsid w:val="00FB3BA7"/>
    <w:rsid w:val="00FD0EC8"/>
    <w:rsid w:val="00FE1146"/>
    <w:rsid w:val="00FF0A74"/>
    <w:rsid w:val="00FF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E3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39FB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14DC0"/>
    <w:pPr>
      <w:widowControl w:val="0"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customStyle="1" w:styleId="FR3">
    <w:name w:val="FR3"/>
    <w:uiPriority w:val="99"/>
    <w:rsid w:val="00414DC0"/>
    <w:pPr>
      <w:widowControl w:val="0"/>
      <w:ind w:left="120"/>
    </w:pPr>
    <w:rPr>
      <w:rFonts w:ascii="Times New Roman" w:hAnsi="Times New Roman"/>
      <w:sz w:val="20"/>
      <w:szCs w:val="20"/>
    </w:rPr>
  </w:style>
  <w:style w:type="paragraph" w:customStyle="1" w:styleId="ConsPlusCell">
    <w:name w:val="ConsPlusCell"/>
    <w:uiPriority w:val="99"/>
    <w:rsid w:val="00A73E4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TMLPreformatted">
    <w:name w:val="HTML Preformatted"/>
    <w:basedOn w:val="Normal"/>
    <w:link w:val="HTMLPreformattedChar1"/>
    <w:uiPriority w:val="99"/>
    <w:rsid w:val="00721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505F1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uiPriority w:val="99"/>
    <w:locked/>
    <w:rsid w:val="007214D7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2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</TotalTime>
  <Pages>2</Pages>
  <Words>371</Words>
  <Characters>2121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ДимитриевД</cp:lastModifiedBy>
  <cp:revision>52</cp:revision>
  <cp:lastPrinted>2019-11-01T08:58:00Z</cp:lastPrinted>
  <dcterms:created xsi:type="dcterms:W3CDTF">2017-09-29T12:12:00Z</dcterms:created>
  <dcterms:modified xsi:type="dcterms:W3CDTF">2019-11-01T08:58:00Z</dcterms:modified>
</cp:coreProperties>
</file>