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32" w:rsidRDefault="00466132" w:rsidP="000E39F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8.25pt;height:41.25pt;visibility:visible">
            <v:imagedata r:id="rId4" o:title=""/>
          </v:shape>
        </w:pict>
      </w:r>
    </w:p>
    <w:p w:rsidR="00466132" w:rsidRDefault="00466132" w:rsidP="000E39FB">
      <w:pPr>
        <w:jc w:val="center"/>
        <w:rPr>
          <w:b/>
          <w:sz w:val="28"/>
          <w:szCs w:val="28"/>
        </w:rPr>
      </w:pPr>
    </w:p>
    <w:p w:rsidR="00466132" w:rsidRPr="00B3748F" w:rsidRDefault="00466132" w:rsidP="000E39FB">
      <w:pPr>
        <w:jc w:val="center"/>
        <w:rPr>
          <w:sz w:val="28"/>
          <w:szCs w:val="28"/>
        </w:rPr>
      </w:pPr>
      <w:r w:rsidRPr="00B3748F">
        <w:rPr>
          <w:b/>
          <w:sz w:val="28"/>
          <w:szCs w:val="28"/>
        </w:rPr>
        <w:t>МУРМАНСКАЯ ОБЛАСТЬ</w:t>
      </w:r>
    </w:p>
    <w:p w:rsidR="00466132" w:rsidRPr="00B3748F" w:rsidRDefault="00466132" w:rsidP="000E39FB">
      <w:pPr>
        <w:jc w:val="center"/>
        <w:rPr>
          <w:b/>
          <w:sz w:val="28"/>
          <w:szCs w:val="28"/>
        </w:rPr>
      </w:pPr>
      <w:r w:rsidRPr="00B3748F">
        <w:rPr>
          <w:b/>
          <w:sz w:val="28"/>
          <w:szCs w:val="28"/>
        </w:rPr>
        <w:t xml:space="preserve">АДМИНИСТРАЦИЯ ЛОВОЗЕРСКОГО РАЙОНА </w:t>
      </w:r>
    </w:p>
    <w:p w:rsidR="00466132" w:rsidRPr="00B3748F" w:rsidRDefault="00466132" w:rsidP="000E39FB">
      <w:pPr>
        <w:rPr>
          <w:sz w:val="28"/>
          <w:szCs w:val="28"/>
        </w:rPr>
      </w:pPr>
    </w:p>
    <w:p w:rsidR="00466132" w:rsidRPr="00B3748F" w:rsidRDefault="00466132" w:rsidP="000E39FB">
      <w:pPr>
        <w:jc w:val="center"/>
        <w:rPr>
          <w:b/>
          <w:sz w:val="28"/>
          <w:szCs w:val="28"/>
        </w:rPr>
      </w:pPr>
      <w:r w:rsidRPr="00B3748F">
        <w:rPr>
          <w:b/>
          <w:sz w:val="28"/>
          <w:szCs w:val="28"/>
        </w:rPr>
        <w:t>ПОСТАНОВЛЕНИЕ</w:t>
      </w:r>
    </w:p>
    <w:p w:rsidR="00466132" w:rsidRPr="004E067C" w:rsidRDefault="00466132" w:rsidP="000E39FB">
      <w:pPr>
        <w:rPr>
          <w:sz w:val="27"/>
          <w:szCs w:val="27"/>
        </w:rPr>
      </w:pPr>
    </w:p>
    <w:tbl>
      <w:tblPr>
        <w:tblW w:w="0" w:type="auto"/>
        <w:tblLayout w:type="fixed"/>
        <w:tblLook w:val="0000"/>
      </w:tblPr>
      <w:tblGrid>
        <w:gridCol w:w="3555"/>
        <w:gridCol w:w="2832"/>
        <w:gridCol w:w="3981"/>
      </w:tblGrid>
      <w:tr w:rsidR="00466132" w:rsidRPr="004E067C" w:rsidTr="00FB276E">
        <w:trPr>
          <w:trHeight w:val="479"/>
        </w:trPr>
        <w:tc>
          <w:tcPr>
            <w:tcW w:w="3555" w:type="dxa"/>
          </w:tcPr>
          <w:p w:rsidR="00466132" w:rsidRPr="00B3748F" w:rsidRDefault="00466132" w:rsidP="00EA492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B3748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>21</w:t>
            </w:r>
            <w:r w:rsidRPr="00B3748F">
              <w:rPr>
                <w:sz w:val="28"/>
                <w:szCs w:val="28"/>
              </w:rPr>
              <w:t xml:space="preserve">»  </w:t>
            </w:r>
            <w:r>
              <w:rPr>
                <w:sz w:val="28"/>
                <w:szCs w:val="28"/>
              </w:rPr>
              <w:t>февраля</w:t>
            </w:r>
            <w:r w:rsidRPr="00B3748F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22</w:t>
            </w:r>
            <w:r w:rsidRPr="00B374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2" w:type="dxa"/>
          </w:tcPr>
          <w:p w:rsidR="00466132" w:rsidRPr="00B3748F" w:rsidRDefault="00466132" w:rsidP="0065129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3748F">
              <w:rPr>
                <w:sz w:val="28"/>
                <w:szCs w:val="28"/>
              </w:rPr>
              <w:t xml:space="preserve"> с. Ловозеро</w:t>
            </w:r>
          </w:p>
        </w:tc>
        <w:tc>
          <w:tcPr>
            <w:tcW w:w="3981" w:type="dxa"/>
          </w:tcPr>
          <w:p w:rsidR="00466132" w:rsidRPr="00B3748F" w:rsidRDefault="00466132" w:rsidP="00EA492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3748F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B3748F">
              <w:rPr>
                <w:sz w:val="28"/>
                <w:szCs w:val="28"/>
              </w:rPr>
              <w:t xml:space="preserve">№ 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>89</w:t>
            </w:r>
            <w:r w:rsidRPr="00B3748F">
              <w:rPr>
                <w:sz w:val="28"/>
                <w:szCs w:val="28"/>
              </w:rPr>
              <w:t>-П</w:t>
            </w:r>
            <w:r>
              <w:rPr>
                <w:sz w:val="28"/>
                <w:szCs w:val="28"/>
              </w:rPr>
              <w:t>Г</w:t>
            </w:r>
          </w:p>
        </w:tc>
      </w:tr>
    </w:tbl>
    <w:p w:rsidR="00466132" w:rsidRPr="004E067C" w:rsidRDefault="00466132" w:rsidP="000E39FB">
      <w:pPr>
        <w:jc w:val="center"/>
        <w:rPr>
          <w:b/>
          <w:sz w:val="27"/>
          <w:szCs w:val="27"/>
        </w:rPr>
      </w:pPr>
    </w:p>
    <w:p w:rsidR="00466132" w:rsidRPr="0049612F" w:rsidRDefault="00466132" w:rsidP="000E39FB">
      <w:pPr>
        <w:jc w:val="center"/>
        <w:rPr>
          <w:b/>
          <w:sz w:val="28"/>
          <w:szCs w:val="28"/>
        </w:rPr>
      </w:pPr>
      <w:r w:rsidRPr="0049612F">
        <w:rPr>
          <w:b/>
          <w:sz w:val="28"/>
          <w:szCs w:val="28"/>
        </w:rPr>
        <w:t xml:space="preserve">О внесении изменений в муниципальную программу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на 2021-2025 годы, утвержденную постановлением администрации Ловозерского района </w:t>
      </w:r>
    </w:p>
    <w:p w:rsidR="00466132" w:rsidRDefault="00466132" w:rsidP="000E39FB">
      <w:pPr>
        <w:jc w:val="center"/>
        <w:rPr>
          <w:b/>
          <w:sz w:val="28"/>
          <w:szCs w:val="28"/>
        </w:rPr>
      </w:pPr>
      <w:r w:rsidRPr="0049612F">
        <w:rPr>
          <w:b/>
          <w:sz w:val="28"/>
          <w:szCs w:val="28"/>
        </w:rPr>
        <w:t>от 26.10.2018 № 589-ПГ (в ред</w:t>
      </w:r>
      <w:r>
        <w:rPr>
          <w:b/>
          <w:sz w:val="28"/>
          <w:szCs w:val="28"/>
        </w:rPr>
        <w:t>акции постановления администрации Ловозерского района</w:t>
      </w:r>
      <w:r w:rsidRPr="0049612F">
        <w:rPr>
          <w:b/>
          <w:sz w:val="28"/>
          <w:szCs w:val="28"/>
        </w:rPr>
        <w:t xml:space="preserve"> от 31.10.2019 № 584-ПГ, 24.03.2021 № 166-ПГ, </w:t>
      </w:r>
    </w:p>
    <w:p w:rsidR="00466132" w:rsidRPr="0049612F" w:rsidRDefault="00466132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22.11.2021 № 715-ПЗ</w:t>
      </w:r>
      <w:r w:rsidRPr="0049612F">
        <w:rPr>
          <w:b/>
          <w:sz w:val="28"/>
          <w:szCs w:val="28"/>
        </w:rPr>
        <w:t>)</w:t>
      </w:r>
    </w:p>
    <w:p w:rsidR="00466132" w:rsidRPr="00B3748F" w:rsidRDefault="00466132" w:rsidP="009D3A4A">
      <w:pPr>
        <w:jc w:val="both"/>
        <w:rPr>
          <w:sz w:val="28"/>
          <w:szCs w:val="28"/>
        </w:rPr>
      </w:pPr>
    </w:p>
    <w:p w:rsidR="00466132" w:rsidRPr="00B3748F" w:rsidRDefault="00466132" w:rsidP="009D3A4A">
      <w:pPr>
        <w:ind w:firstLine="709"/>
        <w:jc w:val="both"/>
        <w:rPr>
          <w:sz w:val="28"/>
          <w:szCs w:val="28"/>
        </w:rPr>
      </w:pPr>
      <w:r w:rsidRPr="00B3748F">
        <w:rPr>
          <w:sz w:val="28"/>
          <w:szCs w:val="28"/>
        </w:rPr>
        <w:t xml:space="preserve">В связи с уточнением объемов финансирования муниципальной программы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  качественным,   комфортным   и   доступным   жильем»   на   2021-2025  годы </w:t>
      </w:r>
      <w:r>
        <w:rPr>
          <w:sz w:val="28"/>
          <w:szCs w:val="28"/>
        </w:rPr>
        <w:t xml:space="preserve">администрация Ловозерского района </w:t>
      </w:r>
      <w:r w:rsidRPr="00B3748F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>е т</w:t>
      </w:r>
      <w:r w:rsidRPr="00B3748F">
        <w:rPr>
          <w:b/>
          <w:sz w:val="28"/>
          <w:szCs w:val="28"/>
        </w:rPr>
        <w:t>:</w:t>
      </w:r>
    </w:p>
    <w:p w:rsidR="00466132" w:rsidRPr="00B3748F" w:rsidRDefault="00466132" w:rsidP="00414DC0">
      <w:pPr>
        <w:pStyle w:val="FR3"/>
        <w:ind w:left="0" w:firstLine="708"/>
        <w:jc w:val="both"/>
        <w:rPr>
          <w:color w:val="000000"/>
          <w:sz w:val="28"/>
          <w:szCs w:val="28"/>
        </w:rPr>
      </w:pPr>
    </w:p>
    <w:p w:rsidR="00466132" w:rsidRPr="0049612F" w:rsidRDefault="00466132" w:rsidP="00E17E92">
      <w:pPr>
        <w:ind w:firstLine="709"/>
        <w:jc w:val="both"/>
        <w:rPr>
          <w:sz w:val="28"/>
          <w:szCs w:val="28"/>
        </w:rPr>
      </w:pPr>
      <w:r w:rsidRPr="00B3748F">
        <w:rPr>
          <w:sz w:val="28"/>
          <w:szCs w:val="28"/>
        </w:rPr>
        <w:t>1. Внести следующие изменения в муниципальную программу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на 2021-2025 годы, утвержденную постановлением администрации Ловозерского района от 26.10.2018 № 589-ПГ</w:t>
      </w:r>
      <w:r>
        <w:rPr>
          <w:sz w:val="28"/>
          <w:szCs w:val="28"/>
        </w:rPr>
        <w:t xml:space="preserve"> </w:t>
      </w:r>
      <w:r w:rsidRPr="0049612F">
        <w:rPr>
          <w:sz w:val="28"/>
          <w:szCs w:val="28"/>
        </w:rPr>
        <w:t>(в ред</w:t>
      </w:r>
      <w:r>
        <w:rPr>
          <w:sz w:val="28"/>
          <w:szCs w:val="28"/>
        </w:rPr>
        <w:t>акции постановления администрации Ловозерского района</w:t>
      </w:r>
      <w:r w:rsidRPr="0049612F">
        <w:rPr>
          <w:sz w:val="28"/>
          <w:szCs w:val="28"/>
        </w:rPr>
        <w:t xml:space="preserve"> от 31.10.2019 № 584-ПГ, 24.03.2021 № 166-ПГ</w:t>
      </w:r>
      <w:r>
        <w:rPr>
          <w:sz w:val="28"/>
          <w:szCs w:val="28"/>
        </w:rPr>
        <w:t>, 22.11.2021 № 715-ПЗ</w:t>
      </w:r>
      <w:r w:rsidRPr="0049612F">
        <w:rPr>
          <w:sz w:val="28"/>
          <w:szCs w:val="28"/>
        </w:rPr>
        <w:t>):</w:t>
      </w:r>
    </w:p>
    <w:p w:rsidR="00466132" w:rsidRPr="00B3748F" w:rsidRDefault="00466132" w:rsidP="003B64E1">
      <w:pPr>
        <w:ind w:firstLine="708"/>
        <w:jc w:val="both"/>
        <w:rPr>
          <w:sz w:val="28"/>
          <w:szCs w:val="28"/>
        </w:rPr>
      </w:pPr>
      <w:r w:rsidRPr="00B3748F">
        <w:rPr>
          <w:sz w:val="28"/>
          <w:szCs w:val="28"/>
        </w:rPr>
        <w:t xml:space="preserve">1.1. В паспорте Программы раздел «Финансовое обеспечение </w:t>
      </w:r>
      <w:r>
        <w:rPr>
          <w:sz w:val="28"/>
          <w:szCs w:val="28"/>
        </w:rPr>
        <w:t>п</w:t>
      </w:r>
      <w:r w:rsidRPr="00B3748F">
        <w:rPr>
          <w:sz w:val="28"/>
          <w:szCs w:val="28"/>
        </w:rPr>
        <w:t>рограммы» изложить в следующей редакции:</w:t>
      </w:r>
    </w:p>
    <w:p w:rsidR="00466132" w:rsidRDefault="00466132" w:rsidP="003B64E1">
      <w:pPr>
        <w:ind w:firstLine="708"/>
        <w:jc w:val="both"/>
        <w:rPr>
          <w:sz w:val="28"/>
          <w:szCs w:val="28"/>
        </w:rPr>
      </w:pPr>
    </w:p>
    <w:tbl>
      <w:tblPr>
        <w:tblW w:w="100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7386"/>
      </w:tblGrid>
      <w:tr w:rsidR="00466132" w:rsidRPr="00AE3B4A" w:rsidTr="00490B4D">
        <w:trPr>
          <w:trHeight w:val="112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32" w:rsidRPr="000F1552" w:rsidRDefault="00466132" w:rsidP="007075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155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F1552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32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28287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в т.ч.:</w:t>
            </w:r>
          </w:p>
          <w:p w:rsidR="00466132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МБ: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14 080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99794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них: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99794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2022 год – 2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2024 год – 2 000,0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рублей.</w:t>
            </w:r>
          </w:p>
          <w:p w:rsidR="00466132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ОБ: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30 064,28493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них: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66873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17 561,37320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11 812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66132" w:rsidRPr="0075503E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рублей,</w:t>
            </w:r>
          </w:p>
          <w:p w:rsidR="00466132" w:rsidRPr="000F1552" w:rsidRDefault="00466132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рублей.</w:t>
            </w:r>
          </w:p>
        </w:tc>
      </w:tr>
    </w:tbl>
    <w:p w:rsidR="00466132" w:rsidRDefault="00466132" w:rsidP="003B64E1">
      <w:pPr>
        <w:pStyle w:val="HTMLPreformatted"/>
        <w:tabs>
          <w:tab w:val="left" w:pos="-426"/>
          <w:tab w:val="left" w:pos="-284"/>
          <w:tab w:val="left" w:pos="-142"/>
          <w:tab w:val="left" w:pos="10206"/>
          <w:tab w:val="left" w:pos="10348"/>
          <w:tab w:val="left" w:pos="10632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6132" w:rsidRPr="0075503E" w:rsidRDefault="00466132" w:rsidP="003B64E1">
      <w:pPr>
        <w:pStyle w:val="HTMLPreformatted"/>
        <w:tabs>
          <w:tab w:val="left" w:pos="-426"/>
          <w:tab w:val="left" w:pos="-284"/>
          <w:tab w:val="left" w:pos="-142"/>
          <w:tab w:val="left" w:pos="10206"/>
          <w:tab w:val="left" w:pos="10348"/>
          <w:tab w:val="left" w:pos="10632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03E">
        <w:rPr>
          <w:rFonts w:ascii="Times New Roman" w:hAnsi="Times New Roman"/>
          <w:color w:val="000000"/>
          <w:sz w:val="28"/>
          <w:szCs w:val="28"/>
        </w:rPr>
        <w:t xml:space="preserve">1.2. Раздел 3. Перечень основных программных мероприятий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5503E">
        <w:rPr>
          <w:rFonts w:ascii="Times New Roman" w:hAnsi="Times New Roman"/>
          <w:color w:val="000000"/>
          <w:sz w:val="28"/>
          <w:szCs w:val="28"/>
        </w:rPr>
        <w:t xml:space="preserve">рограммы изложить в новой редакции согласно приложению № 1 к настоящему постановлению. </w:t>
      </w:r>
    </w:p>
    <w:p w:rsidR="00466132" w:rsidRPr="0075503E" w:rsidRDefault="00466132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1.3. Раздел 4. Обоснование ресурсного обеспечения Программы изложить в новой редакции согласно приложению № 2 к настоящему постановлению.</w:t>
      </w:r>
    </w:p>
    <w:p w:rsidR="00466132" w:rsidRPr="0075503E" w:rsidRDefault="00466132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2. Разместить настоящее постановление на официальном сайте администрации Ловозерского района.</w:t>
      </w:r>
    </w:p>
    <w:p w:rsidR="00466132" w:rsidRPr="0075503E" w:rsidRDefault="00466132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3. Постановление вступает в силу с момента подписания.</w:t>
      </w:r>
    </w:p>
    <w:p w:rsidR="00466132" w:rsidRPr="0075503E" w:rsidRDefault="00466132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Ловозерского района </w:t>
      </w:r>
      <w:r>
        <w:rPr>
          <w:sz w:val="28"/>
          <w:szCs w:val="28"/>
        </w:rPr>
        <w:t>Исакову Т.В</w:t>
      </w:r>
      <w:r w:rsidRPr="0075503E">
        <w:rPr>
          <w:sz w:val="28"/>
          <w:szCs w:val="28"/>
        </w:rPr>
        <w:t>.</w:t>
      </w:r>
    </w:p>
    <w:p w:rsidR="00466132" w:rsidRPr="0075503E" w:rsidRDefault="00466132" w:rsidP="00BF4254">
      <w:pPr>
        <w:ind w:firstLine="709"/>
        <w:jc w:val="both"/>
        <w:rPr>
          <w:sz w:val="28"/>
          <w:szCs w:val="28"/>
        </w:rPr>
      </w:pPr>
    </w:p>
    <w:p w:rsidR="00466132" w:rsidRPr="0075503E" w:rsidRDefault="00466132" w:rsidP="00BF4254">
      <w:pPr>
        <w:ind w:firstLine="709"/>
        <w:jc w:val="both"/>
        <w:rPr>
          <w:sz w:val="28"/>
          <w:szCs w:val="28"/>
        </w:rPr>
      </w:pPr>
    </w:p>
    <w:p w:rsidR="00466132" w:rsidRPr="0075503E" w:rsidRDefault="00466132" w:rsidP="00293392">
      <w:pPr>
        <w:jc w:val="both"/>
        <w:rPr>
          <w:sz w:val="28"/>
          <w:szCs w:val="28"/>
        </w:rPr>
      </w:pPr>
    </w:p>
    <w:p w:rsidR="00466132" w:rsidRPr="0075503E" w:rsidRDefault="00466132" w:rsidP="0029339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5503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5503E">
        <w:rPr>
          <w:sz w:val="28"/>
          <w:szCs w:val="28"/>
        </w:rPr>
        <w:t xml:space="preserve"> администрации</w:t>
      </w:r>
    </w:p>
    <w:p w:rsidR="00466132" w:rsidRPr="0075503E" w:rsidRDefault="00466132" w:rsidP="00293392">
      <w:pPr>
        <w:jc w:val="both"/>
        <w:rPr>
          <w:sz w:val="28"/>
          <w:szCs w:val="28"/>
        </w:rPr>
      </w:pPr>
      <w:r w:rsidRPr="0075503E">
        <w:rPr>
          <w:sz w:val="28"/>
          <w:szCs w:val="28"/>
        </w:rPr>
        <w:t xml:space="preserve">Ловозерского района                                                     </w:t>
      </w:r>
      <w:r>
        <w:rPr>
          <w:sz w:val="28"/>
          <w:szCs w:val="28"/>
        </w:rPr>
        <w:t xml:space="preserve">                         Н.А. Кузнецова</w:t>
      </w:r>
    </w:p>
    <w:sectPr w:rsidR="00466132" w:rsidRPr="0075503E" w:rsidSect="00672F2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B8B"/>
    <w:rsid w:val="00004CBF"/>
    <w:rsid w:val="00010220"/>
    <w:rsid w:val="00027673"/>
    <w:rsid w:val="000307DA"/>
    <w:rsid w:val="0003657F"/>
    <w:rsid w:val="000372AC"/>
    <w:rsid w:val="00040231"/>
    <w:rsid w:val="00042872"/>
    <w:rsid w:val="00051DC2"/>
    <w:rsid w:val="000653E5"/>
    <w:rsid w:val="0008393A"/>
    <w:rsid w:val="000851C0"/>
    <w:rsid w:val="000952DA"/>
    <w:rsid w:val="00095B7F"/>
    <w:rsid w:val="000A0AB4"/>
    <w:rsid w:val="000B6D35"/>
    <w:rsid w:val="000D4F63"/>
    <w:rsid w:val="000D5F16"/>
    <w:rsid w:val="000E072C"/>
    <w:rsid w:val="000E26AB"/>
    <w:rsid w:val="000E39FB"/>
    <w:rsid w:val="000E57F0"/>
    <w:rsid w:val="000E5DDC"/>
    <w:rsid w:val="000F1552"/>
    <w:rsid w:val="000F2574"/>
    <w:rsid w:val="000F3C5D"/>
    <w:rsid w:val="000F63C5"/>
    <w:rsid w:val="000F6CAA"/>
    <w:rsid w:val="00100F6B"/>
    <w:rsid w:val="00101B8C"/>
    <w:rsid w:val="0010245A"/>
    <w:rsid w:val="00105262"/>
    <w:rsid w:val="001237E4"/>
    <w:rsid w:val="00143B73"/>
    <w:rsid w:val="00144888"/>
    <w:rsid w:val="001475FE"/>
    <w:rsid w:val="0015515E"/>
    <w:rsid w:val="0017633E"/>
    <w:rsid w:val="001766A4"/>
    <w:rsid w:val="0018231A"/>
    <w:rsid w:val="00191DB9"/>
    <w:rsid w:val="001A34EE"/>
    <w:rsid w:val="001A3EE4"/>
    <w:rsid w:val="001A46F5"/>
    <w:rsid w:val="001B36B7"/>
    <w:rsid w:val="001B37DA"/>
    <w:rsid w:val="001C51D4"/>
    <w:rsid w:val="001D3230"/>
    <w:rsid w:val="001F14BF"/>
    <w:rsid w:val="001F4E11"/>
    <w:rsid w:val="001F7303"/>
    <w:rsid w:val="002009FE"/>
    <w:rsid w:val="002034CE"/>
    <w:rsid w:val="00203A15"/>
    <w:rsid w:val="00206A71"/>
    <w:rsid w:val="002105C5"/>
    <w:rsid w:val="00222258"/>
    <w:rsid w:val="002421CA"/>
    <w:rsid w:val="00242D1C"/>
    <w:rsid w:val="002516CF"/>
    <w:rsid w:val="0026013D"/>
    <w:rsid w:val="00266948"/>
    <w:rsid w:val="00273086"/>
    <w:rsid w:val="002770E3"/>
    <w:rsid w:val="002771ED"/>
    <w:rsid w:val="00284BD4"/>
    <w:rsid w:val="00284E4B"/>
    <w:rsid w:val="00293392"/>
    <w:rsid w:val="00293488"/>
    <w:rsid w:val="002B0BA4"/>
    <w:rsid w:val="002B2050"/>
    <w:rsid w:val="002B7B79"/>
    <w:rsid w:val="002C13B5"/>
    <w:rsid w:val="002E3C14"/>
    <w:rsid w:val="002E6AC5"/>
    <w:rsid w:val="002F0022"/>
    <w:rsid w:val="002F0067"/>
    <w:rsid w:val="002F2610"/>
    <w:rsid w:val="003202BE"/>
    <w:rsid w:val="00320DB2"/>
    <w:rsid w:val="00331A17"/>
    <w:rsid w:val="003411D2"/>
    <w:rsid w:val="00343392"/>
    <w:rsid w:val="00343C93"/>
    <w:rsid w:val="00343CC6"/>
    <w:rsid w:val="003453A3"/>
    <w:rsid w:val="003545D7"/>
    <w:rsid w:val="00361959"/>
    <w:rsid w:val="003817DE"/>
    <w:rsid w:val="00382A4C"/>
    <w:rsid w:val="0038512F"/>
    <w:rsid w:val="003A00F6"/>
    <w:rsid w:val="003A6188"/>
    <w:rsid w:val="003B64E1"/>
    <w:rsid w:val="003B67A4"/>
    <w:rsid w:val="003C2742"/>
    <w:rsid w:val="003C2D61"/>
    <w:rsid w:val="003C436D"/>
    <w:rsid w:val="003C6A24"/>
    <w:rsid w:val="003D360B"/>
    <w:rsid w:val="003F18DD"/>
    <w:rsid w:val="003F2084"/>
    <w:rsid w:val="00410925"/>
    <w:rsid w:val="004125F7"/>
    <w:rsid w:val="00412985"/>
    <w:rsid w:val="00412C1A"/>
    <w:rsid w:val="00414DC0"/>
    <w:rsid w:val="00420314"/>
    <w:rsid w:val="0042090A"/>
    <w:rsid w:val="004270F2"/>
    <w:rsid w:val="00427856"/>
    <w:rsid w:val="0043415F"/>
    <w:rsid w:val="004363DA"/>
    <w:rsid w:val="00436FB2"/>
    <w:rsid w:val="00441E28"/>
    <w:rsid w:val="004519D7"/>
    <w:rsid w:val="00457D96"/>
    <w:rsid w:val="00462D9D"/>
    <w:rsid w:val="004631AA"/>
    <w:rsid w:val="00464986"/>
    <w:rsid w:val="00466132"/>
    <w:rsid w:val="00475413"/>
    <w:rsid w:val="00484857"/>
    <w:rsid w:val="00485C2E"/>
    <w:rsid w:val="00490B4D"/>
    <w:rsid w:val="00490F97"/>
    <w:rsid w:val="0049612F"/>
    <w:rsid w:val="004A05DF"/>
    <w:rsid w:val="004C2C5F"/>
    <w:rsid w:val="004D10D0"/>
    <w:rsid w:val="004D34DF"/>
    <w:rsid w:val="004E067C"/>
    <w:rsid w:val="004E2B45"/>
    <w:rsid w:val="004F626C"/>
    <w:rsid w:val="004F687A"/>
    <w:rsid w:val="005106E6"/>
    <w:rsid w:val="00512143"/>
    <w:rsid w:val="0051399D"/>
    <w:rsid w:val="00516C12"/>
    <w:rsid w:val="00516FE4"/>
    <w:rsid w:val="00522F53"/>
    <w:rsid w:val="00531043"/>
    <w:rsid w:val="00532ADA"/>
    <w:rsid w:val="00540989"/>
    <w:rsid w:val="00543304"/>
    <w:rsid w:val="005640AC"/>
    <w:rsid w:val="00573BBE"/>
    <w:rsid w:val="0057464E"/>
    <w:rsid w:val="005748CD"/>
    <w:rsid w:val="00580353"/>
    <w:rsid w:val="00583341"/>
    <w:rsid w:val="005A485B"/>
    <w:rsid w:val="005A787C"/>
    <w:rsid w:val="005B0623"/>
    <w:rsid w:val="005B3046"/>
    <w:rsid w:val="005B7E02"/>
    <w:rsid w:val="005D0BB2"/>
    <w:rsid w:val="005E6F96"/>
    <w:rsid w:val="005F038E"/>
    <w:rsid w:val="005F616C"/>
    <w:rsid w:val="00605ED7"/>
    <w:rsid w:val="00610A0A"/>
    <w:rsid w:val="00610A5A"/>
    <w:rsid w:val="006179A1"/>
    <w:rsid w:val="00636D46"/>
    <w:rsid w:val="006420C5"/>
    <w:rsid w:val="00651291"/>
    <w:rsid w:val="00654A7F"/>
    <w:rsid w:val="00672C46"/>
    <w:rsid w:val="00672F20"/>
    <w:rsid w:val="0067554E"/>
    <w:rsid w:val="00684997"/>
    <w:rsid w:val="00691AAC"/>
    <w:rsid w:val="00691D11"/>
    <w:rsid w:val="006925DD"/>
    <w:rsid w:val="00694029"/>
    <w:rsid w:val="00694375"/>
    <w:rsid w:val="00697E15"/>
    <w:rsid w:val="006C05C7"/>
    <w:rsid w:val="006C46F4"/>
    <w:rsid w:val="006E10CA"/>
    <w:rsid w:val="006E6F67"/>
    <w:rsid w:val="006F1743"/>
    <w:rsid w:val="006F43C2"/>
    <w:rsid w:val="00701C28"/>
    <w:rsid w:val="0070531C"/>
    <w:rsid w:val="00707540"/>
    <w:rsid w:val="007214D7"/>
    <w:rsid w:val="00721C75"/>
    <w:rsid w:val="007233D3"/>
    <w:rsid w:val="00730D3B"/>
    <w:rsid w:val="00734D56"/>
    <w:rsid w:val="00737ABD"/>
    <w:rsid w:val="0075503E"/>
    <w:rsid w:val="00760481"/>
    <w:rsid w:val="00763834"/>
    <w:rsid w:val="0076764C"/>
    <w:rsid w:val="007747D2"/>
    <w:rsid w:val="007769C8"/>
    <w:rsid w:val="00780207"/>
    <w:rsid w:val="007A1629"/>
    <w:rsid w:val="007F1616"/>
    <w:rsid w:val="007F372D"/>
    <w:rsid w:val="007F66E2"/>
    <w:rsid w:val="007F6A95"/>
    <w:rsid w:val="007F6C1E"/>
    <w:rsid w:val="00801879"/>
    <w:rsid w:val="008044DA"/>
    <w:rsid w:val="008173D7"/>
    <w:rsid w:val="00822924"/>
    <w:rsid w:val="0082702E"/>
    <w:rsid w:val="00833FBD"/>
    <w:rsid w:val="00840D41"/>
    <w:rsid w:val="0085287C"/>
    <w:rsid w:val="0085663D"/>
    <w:rsid w:val="00861CC9"/>
    <w:rsid w:val="00864B43"/>
    <w:rsid w:val="00870DC5"/>
    <w:rsid w:val="0089038A"/>
    <w:rsid w:val="008A1D01"/>
    <w:rsid w:val="008A3836"/>
    <w:rsid w:val="008B3CDB"/>
    <w:rsid w:val="008B7AF2"/>
    <w:rsid w:val="008E3495"/>
    <w:rsid w:val="008F727A"/>
    <w:rsid w:val="00930F91"/>
    <w:rsid w:val="00941709"/>
    <w:rsid w:val="009470C7"/>
    <w:rsid w:val="0095226C"/>
    <w:rsid w:val="00974028"/>
    <w:rsid w:val="00986240"/>
    <w:rsid w:val="00990D3C"/>
    <w:rsid w:val="0099283D"/>
    <w:rsid w:val="009A66D6"/>
    <w:rsid w:val="009B5AFA"/>
    <w:rsid w:val="009C05DE"/>
    <w:rsid w:val="009C078D"/>
    <w:rsid w:val="009C0B05"/>
    <w:rsid w:val="009C248A"/>
    <w:rsid w:val="009C6F47"/>
    <w:rsid w:val="009D2115"/>
    <w:rsid w:val="009D355D"/>
    <w:rsid w:val="009D3A4A"/>
    <w:rsid w:val="009D6310"/>
    <w:rsid w:val="00A0611C"/>
    <w:rsid w:val="00A22056"/>
    <w:rsid w:val="00A23BAD"/>
    <w:rsid w:val="00A25C99"/>
    <w:rsid w:val="00A35C05"/>
    <w:rsid w:val="00A67399"/>
    <w:rsid w:val="00A7300D"/>
    <w:rsid w:val="00A7303B"/>
    <w:rsid w:val="00A73E42"/>
    <w:rsid w:val="00A7458D"/>
    <w:rsid w:val="00A74B8B"/>
    <w:rsid w:val="00A80FC0"/>
    <w:rsid w:val="00A82C3E"/>
    <w:rsid w:val="00A97B53"/>
    <w:rsid w:val="00AA7FB2"/>
    <w:rsid w:val="00AB4D5F"/>
    <w:rsid w:val="00AB5F04"/>
    <w:rsid w:val="00AB6FC0"/>
    <w:rsid w:val="00AD3AAA"/>
    <w:rsid w:val="00AD4108"/>
    <w:rsid w:val="00AE3624"/>
    <w:rsid w:val="00AE3B4A"/>
    <w:rsid w:val="00AE55CA"/>
    <w:rsid w:val="00AE7952"/>
    <w:rsid w:val="00AF7F25"/>
    <w:rsid w:val="00B05DFA"/>
    <w:rsid w:val="00B15B0E"/>
    <w:rsid w:val="00B2582A"/>
    <w:rsid w:val="00B3250C"/>
    <w:rsid w:val="00B33E18"/>
    <w:rsid w:val="00B33E62"/>
    <w:rsid w:val="00B3748F"/>
    <w:rsid w:val="00B41C5E"/>
    <w:rsid w:val="00B439EF"/>
    <w:rsid w:val="00B445FE"/>
    <w:rsid w:val="00B505F1"/>
    <w:rsid w:val="00B6060E"/>
    <w:rsid w:val="00B6110A"/>
    <w:rsid w:val="00B61933"/>
    <w:rsid w:val="00B644BA"/>
    <w:rsid w:val="00B7714E"/>
    <w:rsid w:val="00B84E3D"/>
    <w:rsid w:val="00B877B3"/>
    <w:rsid w:val="00B935F7"/>
    <w:rsid w:val="00B964A6"/>
    <w:rsid w:val="00B96B79"/>
    <w:rsid w:val="00BA034D"/>
    <w:rsid w:val="00BA0A25"/>
    <w:rsid w:val="00BA5F28"/>
    <w:rsid w:val="00BD0758"/>
    <w:rsid w:val="00BD21AD"/>
    <w:rsid w:val="00BD6855"/>
    <w:rsid w:val="00BE1B44"/>
    <w:rsid w:val="00BE6C27"/>
    <w:rsid w:val="00BF19F7"/>
    <w:rsid w:val="00BF26D2"/>
    <w:rsid w:val="00BF4254"/>
    <w:rsid w:val="00C00A46"/>
    <w:rsid w:val="00C02BFB"/>
    <w:rsid w:val="00C038D8"/>
    <w:rsid w:val="00C0628D"/>
    <w:rsid w:val="00C0787C"/>
    <w:rsid w:val="00C11F07"/>
    <w:rsid w:val="00C1799D"/>
    <w:rsid w:val="00C250F0"/>
    <w:rsid w:val="00C3102B"/>
    <w:rsid w:val="00C424B6"/>
    <w:rsid w:val="00C4337F"/>
    <w:rsid w:val="00C437F5"/>
    <w:rsid w:val="00C44515"/>
    <w:rsid w:val="00C44895"/>
    <w:rsid w:val="00C4537B"/>
    <w:rsid w:val="00C46935"/>
    <w:rsid w:val="00C47FD8"/>
    <w:rsid w:val="00C56CCD"/>
    <w:rsid w:val="00C56E75"/>
    <w:rsid w:val="00C60922"/>
    <w:rsid w:val="00C9282B"/>
    <w:rsid w:val="00CC544B"/>
    <w:rsid w:val="00CD4522"/>
    <w:rsid w:val="00CD5426"/>
    <w:rsid w:val="00CD7E71"/>
    <w:rsid w:val="00CE430D"/>
    <w:rsid w:val="00CE7661"/>
    <w:rsid w:val="00D070A4"/>
    <w:rsid w:val="00D13C91"/>
    <w:rsid w:val="00D15779"/>
    <w:rsid w:val="00D21A2A"/>
    <w:rsid w:val="00D23714"/>
    <w:rsid w:val="00D30B21"/>
    <w:rsid w:val="00D334B0"/>
    <w:rsid w:val="00D375CE"/>
    <w:rsid w:val="00D4373F"/>
    <w:rsid w:val="00D43F11"/>
    <w:rsid w:val="00D471DE"/>
    <w:rsid w:val="00D526E8"/>
    <w:rsid w:val="00D578EC"/>
    <w:rsid w:val="00D60691"/>
    <w:rsid w:val="00D74B86"/>
    <w:rsid w:val="00D751EF"/>
    <w:rsid w:val="00D812DC"/>
    <w:rsid w:val="00D86781"/>
    <w:rsid w:val="00DA7C19"/>
    <w:rsid w:val="00DC4F5A"/>
    <w:rsid w:val="00DC6C41"/>
    <w:rsid w:val="00DC6CAE"/>
    <w:rsid w:val="00DC7ED2"/>
    <w:rsid w:val="00DD6FE3"/>
    <w:rsid w:val="00DE4633"/>
    <w:rsid w:val="00DF213F"/>
    <w:rsid w:val="00E15330"/>
    <w:rsid w:val="00E17E92"/>
    <w:rsid w:val="00E225F1"/>
    <w:rsid w:val="00E300A8"/>
    <w:rsid w:val="00E30CAE"/>
    <w:rsid w:val="00E33168"/>
    <w:rsid w:val="00E44EDF"/>
    <w:rsid w:val="00E516C0"/>
    <w:rsid w:val="00E554D6"/>
    <w:rsid w:val="00E6059C"/>
    <w:rsid w:val="00E624C0"/>
    <w:rsid w:val="00E6707F"/>
    <w:rsid w:val="00E703B2"/>
    <w:rsid w:val="00E7209A"/>
    <w:rsid w:val="00E94B17"/>
    <w:rsid w:val="00E97C96"/>
    <w:rsid w:val="00EA3A03"/>
    <w:rsid w:val="00EA4929"/>
    <w:rsid w:val="00EB6E19"/>
    <w:rsid w:val="00EC208A"/>
    <w:rsid w:val="00EC4586"/>
    <w:rsid w:val="00ED0923"/>
    <w:rsid w:val="00EE43DE"/>
    <w:rsid w:val="00EE7943"/>
    <w:rsid w:val="00F05DC6"/>
    <w:rsid w:val="00F17980"/>
    <w:rsid w:val="00F20E2E"/>
    <w:rsid w:val="00F537DF"/>
    <w:rsid w:val="00F56281"/>
    <w:rsid w:val="00F6056F"/>
    <w:rsid w:val="00F754F1"/>
    <w:rsid w:val="00F75A62"/>
    <w:rsid w:val="00F84E5D"/>
    <w:rsid w:val="00F923A2"/>
    <w:rsid w:val="00F96751"/>
    <w:rsid w:val="00FA0B75"/>
    <w:rsid w:val="00FB276E"/>
    <w:rsid w:val="00FB3BA7"/>
    <w:rsid w:val="00FD0EC8"/>
    <w:rsid w:val="00FD3993"/>
    <w:rsid w:val="00FE1146"/>
    <w:rsid w:val="00FF0A74"/>
    <w:rsid w:val="00FF2021"/>
    <w:rsid w:val="00FF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3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9FB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14DC0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customStyle="1" w:styleId="FR3">
    <w:name w:val="FR3"/>
    <w:uiPriority w:val="99"/>
    <w:rsid w:val="00414DC0"/>
    <w:pPr>
      <w:widowControl w:val="0"/>
      <w:ind w:left="120"/>
    </w:pPr>
    <w:rPr>
      <w:rFonts w:ascii="Times New Roman" w:hAnsi="Times New Roman"/>
      <w:sz w:val="20"/>
      <w:szCs w:val="20"/>
    </w:rPr>
  </w:style>
  <w:style w:type="paragraph" w:customStyle="1" w:styleId="ConsPlusCell">
    <w:name w:val="ConsPlusCell"/>
    <w:uiPriority w:val="99"/>
    <w:rsid w:val="00A73E4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TMLPreformatted">
    <w:name w:val="HTML Preformatted"/>
    <w:basedOn w:val="Normal"/>
    <w:link w:val="HTMLPreformattedChar1"/>
    <w:uiPriority w:val="99"/>
    <w:rsid w:val="00721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505F1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uiPriority w:val="99"/>
    <w:locked/>
    <w:rsid w:val="007214D7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786</TotalTime>
  <Pages>2</Pages>
  <Words>417</Words>
  <Characters>2383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ДимитриевД</cp:lastModifiedBy>
  <cp:revision>74</cp:revision>
  <cp:lastPrinted>2021-11-22T06:49:00Z</cp:lastPrinted>
  <dcterms:created xsi:type="dcterms:W3CDTF">2017-09-29T12:12:00Z</dcterms:created>
  <dcterms:modified xsi:type="dcterms:W3CDTF">2022-02-22T08:50:00Z</dcterms:modified>
</cp:coreProperties>
</file>